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73" w:lineRule="exact"/>
        <w:ind w:left="2729" w:right="-20"/>
        <w:jc w:val="left"/>
        <w:rPr>
          <w:rFonts w:ascii="Arial" w:hAnsi="Arial" w:cs="Arial" w:eastAsia="Arial"/>
          <w:sz w:val="60"/>
          <w:szCs w:val="60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60"/>
          <w:szCs w:val="60"/>
          <w:spacing w:val="1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5"/>
          <w:b/>
          <w:bCs/>
          <w:position w:val="-1"/>
        </w:rPr>
        <w:t>Kilomete</w:t>
      </w:r>
      <w:r>
        <w:rPr>
          <w:rFonts w:ascii="Arial" w:hAnsi="Arial" w:cs="Arial" w:eastAsia="Arial"/>
          <w:sz w:val="60"/>
          <w:szCs w:val="60"/>
          <w:spacing w:val="0"/>
          <w:w w:val="125"/>
          <w:b/>
          <w:bCs/>
          <w:position w:val="-1"/>
        </w:rPr>
        <w:t>r</w:t>
      </w:r>
      <w:r>
        <w:rPr>
          <w:rFonts w:ascii="Arial" w:hAnsi="Arial" w:cs="Arial" w:eastAsia="Arial"/>
          <w:sz w:val="60"/>
          <w:szCs w:val="60"/>
          <w:spacing w:val="13"/>
          <w:w w:val="125"/>
          <w:b/>
          <w:bCs/>
          <w:position w:val="-1"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30"/>
          <w:b/>
          <w:bCs/>
          <w:position w:val="-1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30"/>
          <w:b/>
          <w:bCs/>
          <w:position w:val="-1"/>
        </w:rPr>
        <w:t>s</w:t>
      </w:r>
      <w:r>
        <w:rPr>
          <w:rFonts w:ascii="Arial" w:hAnsi="Arial" w:cs="Arial" w:eastAsia="Arial"/>
          <w:sz w:val="60"/>
          <w:szCs w:val="60"/>
          <w:spacing w:val="-30"/>
          <w:w w:val="130"/>
          <w:b/>
          <w:bCs/>
          <w:position w:val="-1"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30"/>
          <w:b/>
          <w:bCs/>
          <w:position w:val="-1"/>
        </w:rPr>
        <w:t>Not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0"/>
        </w:rPr>
      </w:r>
    </w:p>
    <w:p>
      <w:pPr>
        <w:spacing w:before="81" w:after="0" w:line="240" w:lineRule="auto"/>
        <w:ind w:left="2749" w:right="-20"/>
        <w:jc w:val="left"/>
        <w:rPr>
          <w:rFonts w:ascii="Arial" w:hAnsi="Arial" w:cs="Arial" w:eastAsia="Arial"/>
          <w:sz w:val="60"/>
          <w:szCs w:val="60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132"/>
          <w:b/>
          <w:bCs/>
        </w:rPr>
        <w:t>a</w:t>
      </w:r>
      <w:r>
        <w:rPr>
          <w:rFonts w:ascii="Arial" w:hAnsi="Arial" w:cs="Arial" w:eastAsia="Arial"/>
          <w:sz w:val="60"/>
          <w:szCs w:val="60"/>
          <w:spacing w:val="-1"/>
          <w:w w:val="132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32"/>
          <w:b/>
          <w:bCs/>
        </w:rPr>
        <w:t>Kilometer</w:t>
      </w:r>
      <w:r>
        <w:rPr>
          <w:rFonts w:ascii="Arial" w:hAnsi="Arial" w:cs="Arial" w:eastAsia="Arial"/>
          <w:sz w:val="60"/>
          <w:szCs w:val="6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3" w:lineRule="exact"/>
        <w:ind w:left="274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6"/>
          <w:szCs w:val="26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87"/>
          <w:b/>
          <w:bCs/>
          <w:position w:val="-1"/>
        </w:rPr>
        <w:t>ROGE</w:t>
      </w:r>
      <w:r>
        <w:rPr>
          <w:rFonts w:ascii="Arial" w:hAnsi="Arial" w:cs="Arial" w:eastAsia="Arial"/>
          <w:sz w:val="26"/>
          <w:szCs w:val="26"/>
          <w:spacing w:val="0"/>
          <w:w w:val="87"/>
          <w:b/>
          <w:bCs/>
          <w:position w:val="-1"/>
        </w:rPr>
        <w:t>R</w:t>
      </w:r>
      <w:r>
        <w:rPr>
          <w:rFonts w:ascii="Arial" w:hAnsi="Arial" w:cs="Arial" w:eastAsia="Arial"/>
          <w:sz w:val="26"/>
          <w:szCs w:val="26"/>
          <w:spacing w:val="0"/>
          <w:w w:val="87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3"/>
          <w:w w:val="87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SESSIONS</w:t>
      </w:r>
      <w:r>
        <w:rPr>
          <w:rFonts w:ascii="Arial" w:hAnsi="Arial" w:cs="Arial" w:eastAsia="Arial"/>
          <w:sz w:val="26"/>
          <w:szCs w:val="2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547" w:footer="1901" w:top="1460" w:bottom="2100" w:left="360" w:right="60"/>
          <w:headerReference w:type="default" r:id="rId5"/>
          <w:footerReference w:type="default" r:id="rId6"/>
          <w:type w:val="continuous"/>
          <w:pgSz w:w="11920" w:h="16860"/>
        </w:sectPr>
      </w:pPr>
      <w:rPr/>
    </w:p>
    <w:p>
      <w:pPr>
        <w:spacing w:before="51" w:after="0" w:line="220" w:lineRule="exact"/>
        <w:ind w:left="1884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4.489868pt;margin-top:2.986759pt;width:36.042528pt;height:37.5pt;mso-position-horizontal-relative:page;mso-position-vertical-relative:paragraph;z-index:-406" type="#_x0000_t202" filled="f" stroked="f">
            <v:textbox inset="0,0,0,0">
              <w:txbxContent>
                <w:p>
                  <w:pPr>
                    <w:spacing w:before="0" w:after="0" w:line="750" w:lineRule="exact"/>
                    <w:ind w:right="-153"/>
                    <w:jc w:val="left"/>
                    <w:rPr>
                      <w:rFonts w:ascii="Arial" w:hAnsi="Arial" w:cs="Arial" w:eastAsia="Arial"/>
                      <w:sz w:val="75"/>
                      <w:szCs w:val="75"/>
                    </w:rPr>
                  </w:pPr>
                  <w:rPr/>
                  <w:r>
                    <w:rPr>
                      <w:rFonts w:ascii="Arial" w:hAnsi="Arial" w:cs="Arial" w:eastAsia="Arial"/>
                      <w:sz w:val="75"/>
                      <w:szCs w:val="75"/>
                      <w:spacing w:val="-60"/>
                      <w:w w:val="163"/>
                      <w:position w:val="-1"/>
                    </w:rPr>
                    <w:t>B</w:t>
                  </w:r>
                  <w:r>
                    <w:rPr>
                      <w:rFonts w:ascii="Arial" w:hAnsi="Arial" w:cs="Arial" w:eastAsia="Arial"/>
                      <w:sz w:val="75"/>
                      <w:szCs w:val="75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uddh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quote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saying,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"A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72" w:right="-5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preconception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true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deepl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wisel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appreciate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programming,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attache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conceptions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favorite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conception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reject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paradigm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unacceptable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mance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overhead.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quickl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invoked.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6" w:lineRule="exact"/>
        <w:ind w:left="1077" w:right="-52" w:firstLine="23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column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deepl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hopefully,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ind w:left="1068" w:right="-50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24pt;margin-top:36.396149pt;width:3.84pt;height:105.599998pt;mso-position-horizontal-relative:page;mso-position-vertical-relative:paragraph;z-index:-409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wisely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been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units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8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kilometers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vehicle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y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vehicle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travel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kilometer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1" w:after="0" w:line="220" w:lineRule="exact"/>
        <w:ind w:left="10" w:right="-35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relationshi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between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9" w:right="735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=</w:t>
      </w:r>
      <w:r>
        <w:rPr>
          <w:rFonts w:ascii="Courier New" w:hAnsi="Courier New" w:cs="Courier New" w:eastAsia="Courier New"/>
          <w:sz w:val="17"/>
          <w:szCs w:val="17"/>
          <w:spacing w:val="2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(CIM</w:t>
      </w:r>
      <w:r>
        <w:rPr>
          <w:rFonts w:ascii="Courier New" w:hAnsi="Courier New" w:cs="Courier New" w:eastAsia="Courier New"/>
          <w:sz w:val="17"/>
          <w:szCs w:val="17"/>
          <w:spacing w:val="-4"/>
          <w:w w:val="100"/>
        </w:rPr>
        <w:t> </w:t>
      </w:r>
      <w:r>
        <w:rPr>
          <w:rFonts w:ascii="Courier New" w:hAnsi="Courier New" w:cs="Courier New" w:eastAsia="Courier New"/>
          <w:sz w:val="15"/>
          <w:szCs w:val="15"/>
          <w:spacing w:val="0"/>
          <w:w w:val="100"/>
        </w:rPr>
        <w:t>+</w:t>
      </w:r>
      <w:r>
        <w:rPr>
          <w:rFonts w:ascii="Courier New" w:hAnsi="Courier New" w:cs="Courier New" w:eastAsia="Courier New"/>
          <w:sz w:val="15"/>
          <w:szCs w:val="15"/>
          <w:spacing w:val="3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COW)</w:t>
      </w:r>
      <w:r>
        <w:rPr>
          <w:rFonts w:ascii="Courier New" w:hAnsi="Courier New" w:cs="Courier New" w:eastAsia="Courier New"/>
          <w:sz w:val="17"/>
          <w:szCs w:val="17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*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NMI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7" w:after="0" w:line="240" w:lineRule="auto"/>
        <w:ind w:left="168" w:right="2333"/>
        <w:jc w:val="center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where</w:t>
      </w:r>
    </w:p>
    <w:p>
      <w:pPr>
        <w:spacing w:before="27" w:after="0" w:line="240" w:lineRule="auto"/>
        <w:ind w:left="306" w:right="-20"/>
        <w:jc w:val="left"/>
        <w:tabs>
          <w:tab w:pos="100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17"/>
          <w:szCs w:val="17"/>
          <w:spacing w:val="1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Cost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7" w:after="0" w:line="240" w:lineRule="auto"/>
        <w:ind w:left="281" w:right="363"/>
        <w:jc w:val="center"/>
        <w:tabs>
          <w:tab w:pos="98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CIM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Cost</w:t>
      </w:r>
      <w:r>
        <w:rPr>
          <w:rFonts w:ascii="Courier New" w:hAnsi="Courier New" w:cs="Courier New" w:eastAsia="Courier New"/>
          <w:sz w:val="17"/>
          <w:szCs w:val="17"/>
          <w:spacing w:val="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7"/>
          <w:szCs w:val="17"/>
          <w:spacing w:val="1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Invoking</w:t>
      </w:r>
    </w:p>
    <w:p>
      <w:pPr>
        <w:spacing w:before="27" w:after="0" w:line="240" w:lineRule="auto"/>
        <w:ind w:left="1017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Method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7" w:after="0" w:line="274" w:lineRule="auto"/>
        <w:ind w:left="1027" w:right="326" w:firstLine="-711"/>
        <w:jc w:val="left"/>
        <w:tabs>
          <w:tab w:pos="102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COW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Cost</w:t>
      </w:r>
      <w:r>
        <w:rPr>
          <w:rFonts w:ascii="Courier New" w:hAnsi="Courier New" w:cs="Courier New" w:eastAsia="Courier New"/>
          <w:sz w:val="17"/>
          <w:szCs w:val="17"/>
          <w:spacing w:val="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7"/>
          <w:szCs w:val="17"/>
          <w:spacing w:val="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Work</w:t>
      </w:r>
      <w:r>
        <w:rPr>
          <w:rFonts w:ascii="Courier New" w:hAnsi="Courier New" w:cs="Courier New" w:eastAsia="Courier New"/>
          <w:sz w:val="17"/>
          <w:szCs w:val="17"/>
          <w:spacing w:val="2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9"/>
        </w:rPr>
        <w:t>(in</w:t>
      </w:r>
      <w:r>
        <w:rPr>
          <w:rFonts w:ascii="Courier New" w:hAnsi="Courier New" w:cs="Courier New" w:eastAsia="Courier New"/>
          <w:sz w:val="17"/>
          <w:szCs w:val="17"/>
          <w:spacing w:val="0"/>
          <w:w w:val="109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7"/>
          <w:szCs w:val="17"/>
          <w:spacing w:val="-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method&gt;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40" w:lineRule="auto"/>
        <w:ind w:left="306" w:right="-20"/>
        <w:jc w:val="left"/>
        <w:tabs>
          <w:tab w:pos="100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NMI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17"/>
          <w:szCs w:val="17"/>
          <w:spacing w:val="1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7"/>
          <w:szCs w:val="17"/>
          <w:spacing w:val="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Method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7" w:after="0" w:line="240" w:lineRule="auto"/>
        <w:ind w:left="994" w:right="883"/>
        <w:jc w:val="center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Invocations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auto"/>
        <w:ind w:left="5" w:right="-29" w:firstLine="2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soft­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focusin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combination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tbat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contribute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studies.</w:t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2193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51"/>
          <w:b/>
          <w:bCs/>
        </w:rPr>
        <w:t>Case1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20" w:lineRule="exact"/>
        <w:ind w:left="5" w:right="-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equal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0.80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microseconds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" w:right="-54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w w:val="114"/>
        </w:rPr>
        <w:t>1,006</w:t>
      </w:r>
      <w:r>
        <w:rPr>
          <w:rFonts w:ascii="Times New Roman" w:hAnsi="Times New Roman" w:cs="Times New Roman" w:eastAsia="Times New Roman"/>
          <w:sz w:val="19"/>
          <w:szCs w:val="19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4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spacing w:val="-32"/>
          <w:w w:val="13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1,000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44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4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128" w:lineRule="exact"/>
        <w:ind w:right="-21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COW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  <w:position w:val="-7"/>
        </w:rPr>
        <w:t>1.0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51" w:after="0" w:line="220" w:lineRule="exact"/>
        <w:ind w:right="575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Accordin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calculations,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contribute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1.80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(10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onds).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spent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1.80/10,000,000-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infinitesimal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worryin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performance!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" w:right="2780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57"/>
          <w:b/>
          <w:bCs/>
        </w:rPr>
        <w:t>Case2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8" w:lineRule="exact"/>
        <w:ind w:left="10" w:right="59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600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question: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right="59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equal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1%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gram?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million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1%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582" w:firstLine="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microsecond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100,000</w:t>
      </w:r>
      <w:r>
        <w:rPr>
          <w:rFonts w:ascii="Times New Roman" w:hAnsi="Times New Roman" w:cs="Times New Roman" w:eastAsia="Times New Roman"/>
          <w:sz w:val="19"/>
          <w:szCs w:val="19"/>
          <w:spacing w:val="4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microseconds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Plug­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yields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0" w:right="823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    </w:t>
      </w:r>
      <w:r>
        <w:rPr>
          <w:rFonts w:ascii="Courier New" w:hAnsi="Courier New" w:cs="Courier New" w:eastAsia="Courier New"/>
          <w:sz w:val="17"/>
          <w:szCs w:val="17"/>
          <w:spacing w:val="2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=</w:t>
      </w:r>
      <w:r>
        <w:rPr>
          <w:rFonts w:ascii="Courier New" w:hAnsi="Courier New" w:cs="Courier New" w:eastAsia="Courier New"/>
          <w:sz w:val="17"/>
          <w:szCs w:val="17"/>
          <w:spacing w:val="4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(CIM</w:t>
      </w:r>
      <w:r>
        <w:rPr>
          <w:rFonts w:ascii="Courier New" w:hAnsi="Courier New" w:cs="Courier New" w:eastAsia="Courier New"/>
          <w:sz w:val="17"/>
          <w:szCs w:val="17"/>
          <w:spacing w:val="-9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+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2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COW)</w:t>
      </w:r>
      <w:r>
        <w:rPr>
          <w:rFonts w:ascii="Courier New" w:hAnsi="Courier New" w:cs="Courier New" w:eastAsia="Courier New"/>
          <w:sz w:val="17"/>
          <w:szCs w:val="17"/>
          <w:spacing w:val="5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*</w:t>
      </w:r>
      <w:r>
        <w:rPr>
          <w:rFonts w:ascii="Arial" w:hAnsi="Arial" w:cs="Arial" w:eastAsia="Arial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NMI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" w:right="1421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100,000</w:t>
      </w:r>
      <w:r>
        <w:rPr>
          <w:rFonts w:ascii="Courier New" w:hAnsi="Courier New" w:cs="Courier New" w:eastAsia="Courier New"/>
          <w:sz w:val="17"/>
          <w:szCs w:val="17"/>
          <w:spacing w:val="1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6"/>
        </w:rPr>
        <w:t>microseconds=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7" w:after="0" w:line="240" w:lineRule="auto"/>
        <w:ind w:left="1098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(0.80</w:t>
      </w:r>
      <w:r>
        <w:rPr>
          <w:rFonts w:ascii="Courier New" w:hAnsi="Courier New" w:cs="Courier New" w:eastAsia="Courier New"/>
          <w:sz w:val="17"/>
          <w:szCs w:val="17"/>
          <w:spacing w:val="-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microseconds/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7" w:after="0" w:line="94" w:lineRule="exact"/>
        <w:ind w:left="1089" w:right="-20"/>
        <w:jc w:val="left"/>
        <w:rPr>
          <w:rFonts w:ascii="Courier New" w:hAnsi="Courier New" w:cs="Courier New" w:eastAsia="Courier New"/>
          <w:sz w:val="16"/>
          <w:szCs w:val="16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-7"/>
        </w:rPr>
        <w:t>invocation</w:t>
      </w:r>
      <w:r>
        <w:rPr>
          <w:rFonts w:ascii="Courier New" w:hAnsi="Courier New" w:cs="Courier New" w:eastAsia="Courier New"/>
          <w:sz w:val="17"/>
          <w:szCs w:val="17"/>
          <w:spacing w:val="14"/>
          <w:w w:val="100"/>
          <w:position w:val="-7"/>
        </w:rPr>
        <w:t> </w:t>
      </w:r>
      <w:r>
        <w:rPr>
          <w:rFonts w:ascii="Courier New" w:hAnsi="Courier New" w:cs="Courier New" w:eastAsia="Courier New"/>
          <w:sz w:val="16"/>
          <w:szCs w:val="16"/>
          <w:spacing w:val="0"/>
          <w:w w:val="104"/>
          <w:position w:val="-7"/>
        </w:rPr>
        <w:t>+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60"/>
          <w:pgMar w:top="1460" w:bottom="2100" w:left="360" w:right="60"/>
          <w:cols w:num="3" w:equalWidth="0">
            <w:col w:w="4146" w:space="274"/>
            <w:col w:w="3096" w:space="265"/>
            <w:col w:w="3719"/>
          </w:cols>
        </w:sectPr>
      </w:pPr>
      <w:rPr/>
    </w:p>
    <w:p>
      <w:pPr>
        <w:spacing w:before="1" w:after="0" w:line="225" w:lineRule="auto"/>
        <w:ind w:left="1063" w:right="-56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minutes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vehicle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suited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task?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answe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is: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51"/>
        </w:rPr>
        <w:t>It</w:t>
      </w:r>
      <w:r>
        <w:rPr>
          <w:rFonts w:ascii="Arial" w:hAnsi="Arial" w:cs="Arial" w:eastAsia="Arial"/>
          <w:sz w:val="18"/>
          <w:szCs w:val="18"/>
          <w:spacing w:val="-7"/>
          <w:w w:val="15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8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6"/>
        </w:rPr>
        <w:t>If</w:t>
      </w:r>
      <w:r>
        <w:rPr>
          <w:rFonts w:ascii="Arial" w:hAnsi="Arial" w:cs="Arial" w:eastAsia="Arial"/>
          <w:sz w:val="19"/>
          <w:szCs w:val="19"/>
          <w:spacing w:val="10"/>
          <w:w w:val="12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sports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3"/>
        </w:rPr>
        <w:t>If</w:t>
      </w:r>
      <w:r>
        <w:rPr>
          <w:rFonts w:ascii="Arial" w:hAnsi="Arial" w:cs="Arial" w:eastAsia="Arial"/>
          <w:sz w:val="18"/>
          <w:szCs w:val="18"/>
          <w:spacing w:val="-15"/>
          <w:w w:val="13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andy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choose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barge.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assume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equation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Suppos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138" w:lineRule="exact"/>
        <w:ind w:left="64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70"/>
          <w:position w:val="2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2"/>
        </w:rPr>
        <w:t>100,000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187" w:lineRule="exact"/>
        <w:ind w:right="-65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4"/>
          <w:position w:val="1"/>
        </w:rPr>
        <w:t>Therefore,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39" w:after="0" w:line="185" w:lineRule="exact"/>
        <w:ind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1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  <w:position w:val="1"/>
        </w:rPr>
        <w:t>.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0</w:t>
      </w:r>
      <w:r>
        <w:rPr>
          <w:rFonts w:ascii="Courier New" w:hAnsi="Courier New" w:cs="Courier New" w:eastAsia="Courier New"/>
          <w:sz w:val="17"/>
          <w:szCs w:val="17"/>
          <w:spacing w:val="1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  <w:position w:val="1"/>
        </w:rPr>
        <w:t>microseconds/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0" w:after="0" w:line="238" w:lineRule="exact"/>
        <w:ind w:left="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invocation)</w:t>
      </w:r>
      <w:r>
        <w:rPr>
          <w:rFonts w:ascii="Courier New" w:hAnsi="Courier New" w:cs="Courier New" w:eastAsia="Courier New"/>
          <w:sz w:val="17"/>
          <w:szCs w:val="17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8" w:after="0" w:line="189" w:lineRule="exact"/>
        <w:ind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x</w:t>
      </w:r>
      <w:r>
        <w:rPr>
          <w:rFonts w:ascii="Courier New" w:hAnsi="Courier New" w:cs="Courier New" w:eastAsia="Courier New"/>
          <w:sz w:val="17"/>
          <w:szCs w:val="17"/>
          <w:spacing w:val="1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  <w:position w:val="1"/>
        </w:rPr>
        <w:t>invocations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0" w:after="0" w:line="234" w:lineRule="exact"/>
        <w:ind w:left="14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(0.8</w:t>
      </w:r>
      <w:r>
        <w:rPr>
          <w:rFonts w:ascii="Courier New" w:hAnsi="Courier New" w:cs="Courier New" w:eastAsia="Courier New"/>
          <w:sz w:val="17"/>
          <w:szCs w:val="17"/>
          <w:spacing w:val="-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+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2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1.0)</w:t>
      </w:r>
      <w:r>
        <w:rPr>
          <w:rFonts w:ascii="Courier New" w:hAnsi="Courier New" w:cs="Courier New" w:eastAsia="Courier New"/>
          <w:sz w:val="17"/>
          <w:szCs w:val="17"/>
          <w:spacing w:val="6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*</w:t>
      </w:r>
      <w:r>
        <w:rPr>
          <w:rFonts w:ascii="Arial" w:hAnsi="Arial" w:cs="Arial" w:eastAsia="Arial"/>
          <w:sz w:val="23"/>
          <w:szCs w:val="23"/>
          <w:spacing w:val="57"/>
          <w:w w:val="100"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108"/>
        </w:rPr>
        <w:t>X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spacing w:before="15" w:after="0" w:line="240" w:lineRule="auto"/>
        <w:ind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50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9"/>
          <w:w w:val="15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50"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42"/>
          <w:w w:val="150"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108"/>
        </w:rPr>
        <w:t>X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1460" w:bottom="2100" w:left="360" w:right="60"/>
          <w:cols w:num="4" w:equalWidth="0">
            <w:col w:w="4132" w:space="288"/>
            <w:col w:w="3062" w:space="304"/>
            <w:col w:w="1061" w:space="18"/>
            <w:col w:w="2635"/>
          </w:cols>
        </w:sectPr>
      </w:pPr>
      <w:rPr/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/>
        <w:pict>
          <v:shape style="position:absolute;margin-left:46.080017pt;margin-top:18.000053pt;width:126.720001pt;height:55.68pt;mso-position-horizontal-relative:page;mso-position-vertical-relative:page;z-index:-411" type="#_x0000_t75">
            <v:imagedata r:id="rId8" o:title=""/>
          </v:shape>
        </w:pict>
      </w:r>
      <w:r>
        <w:rPr/>
        <w:pict>
          <v:group style="position:absolute;margin-left:23.039978pt;margin-top:2.513469pt;width:126.720001pt;height:207.486531pt;mso-position-horizontal-relative:page;mso-position-vertical-relative:page;z-index:-410" coordorigin="461,50" coordsize="2534,4150">
            <v:shape style="position:absolute;left:461;top:1762;width:2534;height:2438" type="#_x0000_t75">
              <v:imagedata r:id="rId9" o:title=""/>
            </v:shape>
            <v:group style="position:absolute;left:597;top:91;width:2;height:1666" coordorigin="597,91" coordsize="2,1666">
              <v:shape style="position:absolute;left:597;top:91;width:2;height:1666" coordorigin="597,91" coordsize="0,1666" path="m597,1757l597,91e" filled="f" stroked="t" strokeweight="4.05874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2.708679pt;margin-top:776.683044pt;width:422.347858pt;height:.1pt;mso-position-horizontal-relative:page;mso-position-vertical-relative:page;z-index:-408" coordorigin="654,15534" coordsize="8447,2">
            <v:shape style="position:absolute;left:654;top:15534;width:8447;height:2" coordorigin="654,15534" coordsize="8447,0" path="m654,15534l9101,15534e" filled="f" stroked="t" strokeweight=".238749pt" strokecolor="#000000">
              <v:path arrowok="t"/>
            </v:shape>
          </v:group>
          <w10:wrap type="none"/>
        </w:pict>
      </w:r>
      <w:r>
        <w:rPr/>
        <w:pict>
          <v:group style="position:absolute;margin-left:586.368774pt;margin-top:775.845154pt;width:.1pt;height:59.846549pt;mso-position-horizontal-relative:page;mso-position-vertical-relative:page;z-index:-407" coordorigin="11727,15517" coordsize="2,1197">
            <v:shape style="position:absolute;left:11727;top:15517;width:2;height:1197" coordorigin="11727,15517" coordsize="0,1197" path="m11727,16714l11727,15517e" filled="f" stroked="t" strokeweight="2.148745pt" strokecolor="#000000">
              <v:path arrowok="t"/>
            </v:shape>
          </v:group>
          <w10:wrap type="none"/>
        </w:pict>
      </w:r>
      <w:r>
        <w:rPr>
          <w:sz w:val="22"/>
          <w:szCs w:val="22"/>
        </w:rPr>
      </w:r>
    </w:p>
    <w:p>
      <w:pPr>
        <w:spacing w:before="0" w:after="0" w:line="229" w:lineRule="auto"/>
        <w:ind w:left="1063" w:right="-54" w:firstLine="1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Performanc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11"/>
          <w:w w:val="13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1"/>
          <w:b/>
          <w:bCs/>
        </w:rPr>
        <w:t>factors</w:t>
      </w:r>
      <w:r>
        <w:rPr>
          <w:rFonts w:ascii="Arial" w:hAnsi="Arial" w:cs="Arial" w:eastAsia="Arial"/>
          <w:sz w:val="19"/>
          <w:szCs w:val="19"/>
          <w:spacing w:val="0"/>
          <w:w w:val="141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when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workloa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account.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discussin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workload: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-36" w:right="689"/>
        <w:jc w:val="center"/>
        <w:tabs>
          <w:tab w:pos="52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(CIM</w:t>
      </w:r>
      <w:r>
        <w:rPr>
          <w:rFonts w:ascii="Courier New" w:hAnsi="Courier New" w:cs="Courier New" w:eastAsia="Courier New"/>
          <w:sz w:val="17"/>
          <w:szCs w:val="17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1"/>
        </w:rPr>
        <w:t>+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17"/>
          <w:szCs w:val="17"/>
          <w:spacing w:val="2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COW)</w:t>
      </w:r>
      <w:r>
        <w:rPr>
          <w:rFonts w:ascii="Courier New" w:hAnsi="Courier New" w:cs="Courier New" w:eastAsia="Courier New"/>
          <w:sz w:val="17"/>
          <w:szCs w:val="17"/>
          <w:spacing w:val="5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1"/>
        </w:rPr>
        <w:t>*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spacing w:val="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4"/>
          <w:position w:val="1"/>
        </w:rPr>
        <w:t>NMI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27" w:after="0" w:line="240" w:lineRule="auto"/>
        <w:ind w:left="573" w:right="-72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(0.80</w:t>
      </w:r>
      <w:r>
        <w:rPr>
          <w:rFonts w:ascii="Courier New" w:hAnsi="Courier New" w:cs="Courier New" w:eastAsia="Courier New"/>
          <w:sz w:val="17"/>
          <w:szCs w:val="17"/>
          <w:spacing w:val="-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2"/>
        </w:rPr>
        <w:t>microseconds/invo­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9" w:after="0" w:line="198" w:lineRule="exact"/>
        <w:ind w:left="568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cation</w:t>
      </w:r>
      <w:r>
        <w:rPr>
          <w:rFonts w:ascii="Courier New" w:hAnsi="Courier New" w:cs="Courier New" w:eastAsia="Courier New"/>
          <w:sz w:val="17"/>
          <w:szCs w:val="17"/>
          <w:spacing w:val="2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+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2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1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.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0</w:t>
      </w:r>
      <w:r>
        <w:rPr>
          <w:rFonts w:ascii="Courier New" w:hAnsi="Courier New" w:cs="Courier New" w:eastAsia="Courier New"/>
          <w:sz w:val="17"/>
          <w:szCs w:val="17"/>
          <w:spacing w:val="1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84"/>
        </w:rPr>
        <w:t>mi</w:t>
      </w:r>
      <w:r>
        <w:rPr>
          <w:rFonts w:ascii="Courier New" w:hAnsi="Courier New" w:cs="Courier New" w:eastAsia="Courier New"/>
          <w:sz w:val="17"/>
          <w:szCs w:val="17"/>
          <w:spacing w:val="-5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crosec­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33" w:lineRule="exact"/>
        <w:ind w:left="554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onds/invocation)</w:t>
      </w:r>
      <w:r>
        <w:rPr>
          <w:rFonts w:ascii="Courier New" w:hAnsi="Courier New" w:cs="Courier New" w:eastAsia="Courier New"/>
          <w:sz w:val="17"/>
          <w:szCs w:val="17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*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7" w:after="0" w:line="192" w:lineRule="exact"/>
        <w:ind w:left="563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75"/>
          <w:position w:val="1"/>
        </w:rPr>
        <w:t>1</w:t>
      </w:r>
      <w:r>
        <w:rPr>
          <w:rFonts w:ascii="Courier New" w:hAnsi="Courier New" w:cs="Courier New" w:eastAsia="Courier New"/>
          <w:sz w:val="17"/>
          <w:szCs w:val="17"/>
          <w:spacing w:val="57"/>
          <w:w w:val="75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invocation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0" w:after="0" w:line="221" w:lineRule="exact"/>
        <w:ind w:left="573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(0.80</w:t>
      </w:r>
      <w:r>
        <w:rPr>
          <w:rFonts w:ascii="Courier New" w:hAnsi="Courier New" w:cs="Courier New" w:eastAsia="Courier New"/>
          <w:sz w:val="17"/>
          <w:szCs w:val="17"/>
          <w:spacing w:val="-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1"/>
        </w:rPr>
        <w:t>+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3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1.0)</w:t>
      </w:r>
      <w:r>
        <w:rPr>
          <w:rFonts w:ascii="Courier New" w:hAnsi="Courier New" w:cs="Courier New" w:eastAsia="Courier New"/>
          <w:sz w:val="17"/>
          <w:szCs w:val="17"/>
          <w:spacing w:val="6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1"/>
        </w:rPr>
        <w:t>*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spacing w:val="1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75"/>
          <w:position w:val="1"/>
        </w:rPr>
        <w:t>1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27" w:after="0" w:line="240" w:lineRule="auto"/>
        <w:ind w:left="563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1.80</w:t>
      </w:r>
      <w:r>
        <w:rPr>
          <w:rFonts w:ascii="Courier New" w:hAnsi="Courier New" w:cs="Courier New" w:eastAsia="Courier New"/>
          <w:sz w:val="17"/>
          <w:szCs w:val="17"/>
          <w:spacing w:val="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microseconds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3" w:after="0" w:line="240" w:lineRule="auto"/>
        <w:ind w:left="19" w:right="-20"/>
        <w:jc w:val="left"/>
        <w:tabs>
          <w:tab w:pos="108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3"/>
          <w:szCs w:val="13"/>
          <w:spacing w:val="0"/>
          <w:w w:val="100"/>
        </w:rPr>
        <w:t>X</w:t>
      </w:r>
      <w:r>
        <w:rPr>
          <w:rFonts w:ascii="Courier New" w:hAnsi="Courier New" w:cs="Courier New" w:eastAsia="Courier New"/>
          <w:sz w:val="13"/>
          <w:szCs w:val="13"/>
          <w:spacing w:val="-74"/>
          <w:w w:val="100"/>
        </w:rPr>
        <w:t> </w:t>
      </w:r>
      <w:r>
        <w:rPr>
          <w:rFonts w:ascii="Courier New" w:hAnsi="Courier New" w:cs="Courier New" w:eastAsia="Courier New"/>
          <w:sz w:val="13"/>
          <w:szCs w:val="13"/>
          <w:spacing w:val="0"/>
          <w:w w:val="100"/>
        </w:rPr>
        <w:tab/>
      </w:r>
      <w:r>
        <w:rPr>
          <w:rFonts w:ascii="Courier New" w:hAnsi="Courier New" w:cs="Courier New" w:eastAsia="Courier New"/>
          <w:sz w:val="13"/>
          <w:szCs w:val="13"/>
          <w:spacing w:val="0"/>
          <w:w w:val="100"/>
        </w:rPr>
      </w:r>
      <w:r>
        <w:rPr>
          <w:rFonts w:ascii="Courier New" w:hAnsi="Courier New" w:cs="Courier New" w:eastAsia="Courier New"/>
          <w:sz w:val="17"/>
          <w:szCs w:val="17"/>
          <w:spacing w:val="0"/>
          <w:w w:val="103"/>
        </w:rPr>
        <w:t>100,000/1.8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4" w:after="0" w:line="240" w:lineRule="auto"/>
        <w:ind w:left="850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</w:rPr>
        <w:t>=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  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31"/>
        </w:rPr>
        <w:t>55,555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0" w:lineRule="exact"/>
        <w:ind w:right="611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55,000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1%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program.</w:t>
      </w:r>
    </w:p>
    <w:p>
      <w:pPr>
        <w:jc w:val="both"/>
        <w:spacing w:after="0"/>
        <w:sectPr>
          <w:type w:val="continuous"/>
          <w:pgSz w:w="11920" w:h="16860"/>
          <w:pgMar w:top="1460" w:bottom="2100" w:left="360" w:right="60"/>
          <w:cols w:num="3" w:equalWidth="0">
            <w:col w:w="4129" w:space="305"/>
            <w:col w:w="3053" w:space="285"/>
            <w:col w:w="3728"/>
          </w:cols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0" w:header="547" w:top="1460" w:bottom="280" w:left="1000" w:right="840"/>
          <w:footerReference w:type="default" r:id="rId10"/>
          <w:pgSz w:w="11920" w:h="16860"/>
        </w:sectPr>
      </w:pPr>
      <w:rPr/>
    </w:p>
    <w:p>
      <w:pPr>
        <w:spacing w:before="57" w:after="0" w:line="240" w:lineRule="auto"/>
        <w:ind w:left="135" w:right="1288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Relativ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11"/>
          <w:w w:val="134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9"/>
          <w:b/>
          <w:bCs/>
        </w:rPr>
        <w:t>costs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125" w:right="596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f</w:t>
      </w:r>
      <w:r>
        <w:rPr>
          <w:rFonts w:ascii="Arial" w:hAnsi="Arial" w:cs="Arial" w:eastAsia="Arial"/>
          <w:sz w:val="19"/>
          <w:szCs w:val="19"/>
          <w:spacing w:val="4"/>
          <w:w w:val="13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invoking</w:t>
      </w:r>
      <w:r>
        <w:rPr>
          <w:rFonts w:ascii="Arial" w:hAnsi="Arial" w:cs="Arial" w:eastAsia="Arial"/>
          <w:sz w:val="19"/>
          <w:szCs w:val="19"/>
          <w:spacing w:val="-34"/>
          <w:w w:val="13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methods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" w:after="0" w:line="229" w:lineRule="auto"/>
        <w:ind w:left="125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answe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line.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segment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codin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techniques.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technique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increase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benefit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increased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we'll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related.</w:t>
      </w:r>
    </w:p>
    <w:p>
      <w:pPr>
        <w:spacing w:before="0" w:after="0" w:line="218" w:lineRule="exact"/>
        <w:ind w:left="365" w:right="-6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studyin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measurements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20" w:right="-52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relationship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measurement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technique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rather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absolute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dependin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compiler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optimization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configura­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left="120" w:right="-46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environment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conditions.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lOOMHz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16M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memory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code-optimiza­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switches.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5" w:right="-43" w:firstLine="244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standard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definitio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imple­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8"/>
        </w:rPr>
        <w:t>1.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20" w:lineRule="exact"/>
        <w:ind w:left="120" w:right="362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200.640015pt;margin-top:10.013104pt;width:346.559998pt;height:297.600006pt;mso-position-horizontal-relative:page;mso-position-vertical-relative:paragraph;z-index:-404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86"/>
          <w:i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86"/>
          <w:i/>
        </w:rPr>
        <w:t>,</w:t>
      </w:r>
      <w:r>
        <w:rPr>
          <w:rFonts w:ascii="Arial" w:hAnsi="Arial" w:cs="Arial" w:eastAsia="Arial"/>
          <w:sz w:val="18"/>
          <w:szCs w:val="18"/>
          <w:spacing w:val="-14"/>
          <w:w w:val="1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runOneKilometer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measure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method.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0" w:right="383" w:firstLine="2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measurement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16" w:right="366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2,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iterations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choosin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iteration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times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240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seconds.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accurate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measurements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measure­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iteration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itera­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stops.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65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  <w:i/>
        </w:rPr>
        <w:t>20,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20" w:lineRule="exact"/>
        <w:ind w:left="116" w:right="371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50,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iterations,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yieldin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16,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43,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0" w:right="36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81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respectively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automaticall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calculates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kilometer,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came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5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.00080,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.00086,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.00081,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tively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average: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.00082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" w:right="624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355.199982pt;margin-top:10.88609pt;width:192.960007pt;height:274.559998pt;mso-position-horizontal-relative:page;mso-position-vertical-relative:paragraph;z-index:-405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Next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equiva­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lent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4" w:right="78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programming.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6" w:lineRule="exact"/>
        <w:ind w:left="5" w:right="626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baselines.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30" w:lineRule="auto"/>
        <w:ind w:left="10" w:right="6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equivalent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completely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equivalent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25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0" w:right="6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100,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200,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4" w:right="6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500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iterations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yield­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0" w:right="6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38,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ind w:left="10" w:right="62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94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weighing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identical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.00019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iteration.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4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0" w:right="64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dural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50,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100,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ind w:right="624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iterations,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yieldin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i/>
        </w:rPr>
        <w:t>29</w:t>
      </w:r>
      <w:r>
        <w:rPr>
          <w:rFonts w:ascii="Arial" w:hAnsi="Arial" w:cs="Arial" w:eastAsia="Arial"/>
          <w:sz w:val="17"/>
          <w:szCs w:val="17"/>
          <w:spacing w:val="0"/>
          <w:w w:val="100"/>
          <w:i/>
        </w:rPr>
        <w:t>,</w:t>
      </w:r>
      <w:r>
        <w:rPr>
          <w:rFonts w:ascii="Arial" w:hAnsi="Arial" w:cs="Arial" w:eastAsia="Arial"/>
          <w:sz w:val="17"/>
          <w:szCs w:val="17"/>
          <w:spacing w:val="26"/>
          <w:w w:val="100"/>
          <w:i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8"/>
          <w:i/>
        </w:rPr>
        <w:t>57,</w:t>
      </w:r>
      <w:r>
        <w:rPr>
          <w:rFonts w:ascii="Arial" w:hAnsi="Arial" w:cs="Arial" w:eastAsia="Arial"/>
          <w:sz w:val="17"/>
          <w:szCs w:val="17"/>
          <w:spacing w:val="0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113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weighing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.00056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±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.00001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milli­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iteration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4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between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5" w:right="6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right="66" w:firstLine="1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(.00082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(.00056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.00082-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.00056,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.00026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1460" w:bottom="2100" w:left="1000" w:right="840"/>
          <w:cols w:num="3" w:equalWidth="0">
            <w:col w:w="3208" w:space="274"/>
            <w:col w:w="3072" w:space="304"/>
            <w:col w:w="3222"/>
          </w:cols>
        </w:sectPr>
      </w:pPr>
      <w:rPr/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5.98553pt;margin-top:7.909931pt;width:63.207202pt;height:.1pt;mso-position-horizontal-relative:page;mso-position-vertical-relative:page;z-index:-403" coordorigin="120,158" coordsize="1264,2">
            <v:shape style="position:absolute;left:120;top:158;width:1264;height:2" coordorigin="120,158" coordsize="1264,0" path="m120,158l1384,158e" filled="f" stroked="t" strokeweight="1.436527pt" strokecolor="#000000">
              <v:path arrowok="t"/>
            </v:shape>
          </v:group>
          <w10:wrap type="none"/>
        </w:pict>
      </w:r>
      <w:r>
        <w:rPr/>
        <w:pict>
          <v:group style="position:absolute;margin-left:20.949356pt;margin-top:11.985899pt;width:1.316817pt;height:775.754747pt;mso-position-horizontal-relative:page;mso-position-vertical-relative:page;z-index:-402" coordorigin="419,240" coordsize="26,15515">
            <v:group style="position:absolute;left:429;top:249;width:2;height:13396" coordorigin="429,249" coordsize="2,13396">
              <v:shape style="position:absolute;left:429;top:249;width:2;height:13396" coordorigin="429,249" coordsize="0,13396" path="m429,13645l429,249e" filled="f" stroked="t" strokeweight=".957685pt" strokecolor="#000000">
                <v:path arrowok="t"/>
              </v:shape>
            </v:group>
            <v:group style="position:absolute;left:436;top:13444;width:2;height:2301" coordorigin="436,13444" coordsize="2,2301">
              <v:shape style="position:absolute;left:436;top:13444;width:2;height:2301" coordorigin="436,13444" coordsize="0,2301" path="m436,15745l436,13444e" filled="f" stroked="t" strokeweight=".95768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87.779114pt;margin-top:78.389618pt;width:.1pt;height:712.468092pt;mso-position-horizontal-relative:page;mso-position-vertical-relative:page;z-index:-401" coordorigin="11756,1568" coordsize="2,14249">
            <v:shape style="position:absolute;left:11756;top:1568;width:2;height:14249" coordorigin="11756,1568" coordsize="0,14249" path="m11756,15817l11756,1568e" filled="f" stroked="t" strokeweight="2.394212pt" strokecolor="#000000">
              <v:path arrowok="t"/>
            </v:shape>
          </v:group>
          <w10:wrap type="none"/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240" w:lineRule="auto"/>
        <w:ind w:left="6518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3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4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3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4"/>
          <w:w w:val="13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3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3"/>
          <w:w w:val="81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57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57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5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57"/>
        </w:rPr>
        <w:t>E</w:t>
      </w:r>
      <w:r>
        <w:rPr>
          <w:rFonts w:ascii="Arial" w:hAnsi="Arial" w:cs="Arial" w:eastAsia="Arial"/>
          <w:sz w:val="14"/>
          <w:szCs w:val="14"/>
          <w:spacing w:val="20"/>
          <w:w w:val="5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PT</w:t>
      </w:r>
      <w:r>
        <w:rPr>
          <w:rFonts w:ascii="Arial" w:hAnsi="Arial" w:cs="Arial" w:eastAsia="Arial"/>
          <w:sz w:val="14"/>
          <w:szCs w:val="14"/>
          <w:spacing w:val="11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44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44"/>
        </w:rPr>
        <w:t> </w:t>
      </w:r>
      <w:r>
        <w:rPr>
          <w:rFonts w:ascii="Arial" w:hAnsi="Arial" w:cs="Arial" w:eastAsia="Arial"/>
          <w:sz w:val="14"/>
          <w:szCs w:val="14"/>
          <w:spacing w:val="11"/>
          <w:w w:val="44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1"/>
        </w:rPr>
        <w:t>M</w:t>
      </w:r>
      <w:r>
        <w:rPr>
          <w:rFonts w:ascii="Arial" w:hAnsi="Arial" w:cs="Arial" w:eastAsia="Arial"/>
          <w:sz w:val="14"/>
          <w:szCs w:val="14"/>
          <w:spacing w:val="19"/>
          <w:w w:val="7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1"/>
        </w:rPr>
        <w:t>B</w:t>
      </w:r>
      <w:r>
        <w:rPr>
          <w:rFonts w:ascii="Arial" w:hAnsi="Arial" w:cs="Arial" w:eastAsia="Arial"/>
          <w:sz w:val="14"/>
          <w:szCs w:val="14"/>
          <w:spacing w:val="10"/>
          <w:w w:val="7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49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49"/>
        </w:rPr>
        <w:t> </w:t>
      </w:r>
      <w:r>
        <w:rPr>
          <w:rFonts w:ascii="Arial" w:hAnsi="Arial" w:cs="Arial" w:eastAsia="Arial"/>
          <w:sz w:val="14"/>
          <w:szCs w:val="14"/>
          <w:spacing w:val="6"/>
          <w:w w:val="4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49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49"/>
        </w:rPr>
        <w:t>      </w:t>
      </w:r>
      <w:r>
        <w:rPr>
          <w:rFonts w:ascii="Arial" w:hAnsi="Arial" w:cs="Arial" w:eastAsia="Arial"/>
          <w:sz w:val="14"/>
          <w:szCs w:val="14"/>
          <w:spacing w:val="3"/>
          <w:w w:val="4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94"/>
        </w:rPr>
        <w:t>l</w:t>
      </w:r>
      <w:r>
        <w:rPr>
          <w:rFonts w:ascii="Arial" w:hAnsi="Arial" w:cs="Arial" w:eastAsia="Arial"/>
          <w:sz w:val="14"/>
          <w:szCs w:val="14"/>
          <w:spacing w:val="-33"/>
          <w:w w:val="194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0"/>
        </w:rPr>
        <w:t>9</w:t>
      </w:r>
      <w:r>
        <w:rPr>
          <w:rFonts w:ascii="Arial" w:hAnsi="Arial" w:cs="Arial" w:eastAsia="Arial"/>
          <w:sz w:val="14"/>
          <w:szCs w:val="14"/>
          <w:spacing w:val="19"/>
          <w:w w:val="7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0"/>
        </w:rPr>
        <w:t>9</w:t>
      </w:r>
      <w:r>
        <w:rPr>
          <w:rFonts w:ascii="Arial" w:hAnsi="Arial" w:cs="Arial" w:eastAsia="Arial"/>
          <w:sz w:val="14"/>
          <w:szCs w:val="14"/>
          <w:spacing w:val="24"/>
          <w:w w:val="7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0"/>
        </w:rPr>
        <w:t>6</w:t>
      </w:r>
      <w:r>
        <w:rPr>
          <w:rFonts w:ascii="Arial" w:hAnsi="Arial" w:cs="Arial" w:eastAsia="Arial"/>
          <w:sz w:val="14"/>
          <w:szCs w:val="14"/>
          <w:spacing w:val="0"/>
          <w:w w:val="70"/>
        </w:rPr>
        <w:t>    </w:t>
      </w:r>
      <w:r>
        <w:rPr>
          <w:rFonts w:ascii="Arial" w:hAnsi="Arial" w:cs="Arial" w:eastAsia="Arial"/>
          <w:sz w:val="14"/>
          <w:szCs w:val="14"/>
          <w:spacing w:val="12"/>
          <w:w w:val="7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9"/>
        </w:rPr>
        <w:t>43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1460" w:bottom="2100" w:left="1000" w:right="840"/>
        </w:sectPr>
      </w:pPr>
      <w:rPr/>
    </w:p>
    <w:p>
      <w:pPr>
        <w:spacing w:before="44" w:after="0" w:line="530" w:lineRule="exact"/>
        <w:ind w:left="3782" w:right="4200"/>
        <w:jc w:val="center"/>
        <w:rPr>
          <w:rFonts w:ascii="Arial" w:hAnsi="Arial" w:cs="Arial" w:eastAsia="Arial"/>
          <w:sz w:val="47"/>
          <w:szCs w:val="47"/>
        </w:rPr>
      </w:pPr>
      <w:rPr/>
      <w:r>
        <w:rPr/>
        <w:pict>
          <v:shape style="position:absolute;margin-left:73.919983pt;margin-top:5.313008pt;width:60.48pt;height:30.719999pt;mso-position-horizontal-relative:page;mso-position-vertical-relative:paragraph;z-index:-400" type="#_x0000_t75">
            <v:imagedata r:id="rId15" o:title=""/>
          </v:shape>
        </w:pic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Th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e</w:t>
      </w:r>
      <w:r>
        <w:rPr>
          <w:rFonts w:ascii="Arial" w:hAnsi="Arial" w:cs="Arial" w:eastAsia="Arial"/>
          <w:sz w:val="47"/>
          <w:szCs w:val="47"/>
          <w:spacing w:val="22"/>
          <w:w w:val="49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52"/>
          <w:b/>
          <w:bCs/>
          <w:position w:val="-2"/>
        </w:rPr>
        <w:t>World</w:t>
      </w:r>
      <w:r>
        <w:rPr>
          <w:rFonts w:ascii="Arial" w:hAnsi="Arial" w:cs="Arial" w:eastAsia="Arial"/>
          <w:sz w:val="47"/>
          <w:szCs w:val="47"/>
          <w:spacing w:val="-61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6"/>
          <w:b/>
          <w:bCs/>
          <w:position w:val="-2"/>
        </w:rPr>
        <w:t>o</w:t>
      </w:r>
      <w:r>
        <w:rPr>
          <w:rFonts w:ascii="Arial" w:hAnsi="Arial" w:cs="Arial" w:eastAsia="Arial"/>
          <w:sz w:val="47"/>
          <w:szCs w:val="47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47"/>
          <w:szCs w:val="47"/>
          <w:spacing w:val="-54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47"/>
          <w:szCs w:val="47"/>
          <w:spacing w:val="0"/>
          <w:w w:val="100"/>
          <w:position w:val="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0" w:footer="1901" w:top="20" w:bottom="2100" w:left="1320" w:right="60"/>
          <w:headerReference w:type="default" r:id="rId13"/>
          <w:footerReference w:type="default" r:id="rId14"/>
          <w:pgSz w:w="11920" w:h="16860"/>
        </w:sectPr>
      </w:pPr>
      <w:rPr/>
    </w:p>
    <w:p>
      <w:pPr>
        <w:spacing w:before="49" w:after="0" w:line="220" w:lineRule="exact"/>
        <w:ind w:left="150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procedure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(.00056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(.00019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.00056-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55" w:right="50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.00019,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.00037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389" w:right="-5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significantly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45" w:right="-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expensive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procedural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wisdom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proce­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universall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accepted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while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"affor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penalty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</w:t>
      </w:r>
    </w:p>
    <w:p>
      <w:pPr>
        <w:spacing w:before="0" w:after="0" w:line="220" w:lineRule="exact"/>
        <w:ind w:left="150" w:right="-39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overemphasized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mance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degradation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what­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dispell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myth.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94" w:right="-5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chain.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ind w:left="150" w:right="-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independence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upwar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binary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compatibilit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benefits?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50" w:right="-32" w:firstLine="239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equivalent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8"/>
        </w:rPr>
        <w:t>1.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20" w:lineRule="exact"/>
        <w:ind w:left="150" w:right="-47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instantiation;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right="-4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mote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instantiation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sub­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stantiall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instantiation.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00" w:right="-29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-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benefit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13,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24,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SO</w:t>
      </w:r>
      <w:r>
        <w:rPr>
          <w:rFonts w:ascii="Arial" w:hAnsi="Arial" w:cs="Arial" w:eastAsia="Arial"/>
          <w:sz w:val="17"/>
          <w:szCs w:val="17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invoca­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weighin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.0012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onds.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.00038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miliseconds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0" w:right="-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simila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5" w:right="1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(.00026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-35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modifie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right="-2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fill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4" w:right="-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100-byte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ind w:left="10" w:right="-35" w:firstLine="-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unaffected.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8.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-51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.019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milliseconds/iteratio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run.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running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iteratio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run­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formula: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96" w:lineRule="exact"/>
        <w:ind w:left="19" w:right="727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1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7"/>
          <w:szCs w:val="27"/>
          <w:spacing w:val="0"/>
          <w:w w:val="53"/>
          <w:position w:val="1"/>
        </w:rPr>
        <w:t>=</w:t>
      </w:r>
      <w:r>
        <w:rPr>
          <w:rFonts w:ascii="Courier New" w:hAnsi="Courier New" w:cs="Courier New" w:eastAsia="Courier New"/>
          <w:sz w:val="27"/>
          <w:szCs w:val="27"/>
          <w:spacing w:val="53"/>
          <w:w w:val="53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CCIM</w:t>
      </w:r>
      <w:r>
        <w:rPr>
          <w:rFonts w:ascii="Courier New" w:hAnsi="Courier New" w:cs="Courier New" w:eastAsia="Courier New"/>
          <w:sz w:val="17"/>
          <w:szCs w:val="17"/>
          <w:spacing w:val="-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5"/>
          <w:szCs w:val="15"/>
          <w:spacing w:val="0"/>
          <w:w w:val="100"/>
          <w:position w:val="1"/>
        </w:rPr>
        <w:t>+</w:t>
      </w:r>
      <w:r>
        <w:rPr>
          <w:rFonts w:ascii="Courier New" w:hAnsi="Courier New" w:cs="Courier New" w:eastAsia="Courier New"/>
          <w:sz w:val="15"/>
          <w:szCs w:val="15"/>
          <w:spacing w:val="3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COW)</w:t>
      </w:r>
      <w:r>
        <w:rPr>
          <w:rFonts w:ascii="Courier New" w:hAnsi="Courier New" w:cs="Courier New" w:eastAsia="Courier New"/>
          <w:sz w:val="17"/>
          <w:szCs w:val="17"/>
          <w:spacing w:val="11"/>
          <w:w w:val="100"/>
          <w:position w:val="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1"/>
        </w:rPr>
        <w:t>*</w:t>
      </w:r>
      <w:r>
        <w:rPr>
          <w:rFonts w:ascii="Arial" w:hAnsi="Arial" w:cs="Arial" w:eastAsia="Arial"/>
          <w:sz w:val="23"/>
          <w:szCs w:val="23"/>
          <w:spacing w:val="5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NMI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74" w:after="0" w:line="240" w:lineRule="auto"/>
        <w:ind w:left="19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where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3" w:after="0" w:line="240" w:lineRule="auto"/>
        <w:ind w:left="302" w:right="-20"/>
        <w:jc w:val="left"/>
        <w:tabs>
          <w:tab w:pos="100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Total</w:t>
      </w:r>
      <w:r>
        <w:rPr>
          <w:rFonts w:ascii="Courier New" w:hAnsi="Courier New" w:cs="Courier New" w:eastAsia="Courier New"/>
          <w:sz w:val="17"/>
          <w:szCs w:val="17"/>
          <w:spacing w:val="2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Cost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8" w:after="0" w:line="240" w:lineRule="auto"/>
        <w:ind w:left="272" w:right="927"/>
        <w:jc w:val="center"/>
        <w:tabs>
          <w:tab w:pos="98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CIM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Cost</w:t>
      </w:r>
      <w:r>
        <w:rPr>
          <w:rFonts w:ascii="Courier New" w:hAnsi="Courier New" w:cs="Courier New" w:eastAsia="Courier New"/>
          <w:sz w:val="17"/>
          <w:szCs w:val="17"/>
          <w:spacing w:val="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7"/>
          <w:szCs w:val="17"/>
          <w:spacing w:val="1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Invoking</w:t>
      </w:r>
    </w:p>
    <w:p>
      <w:pPr>
        <w:spacing w:before="32" w:after="0" w:line="240" w:lineRule="auto"/>
        <w:ind w:left="1015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Method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3" w:after="0" w:line="274" w:lineRule="auto"/>
        <w:ind w:left="1020" w:right="941" w:firstLine="-713"/>
        <w:jc w:val="left"/>
        <w:tabs>
          <w:tab w:pos="102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COW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Cost</w:t>
      </w:r>
      <w:r>
        <w:rPr>
          <w:rFonts w:ascii="Courier New" w:hAnsi="Courier New" w:cs="Courier New" w:eastAsia="Courier New"/>
          <w:sz w:val="17"/>
          <w:szCs w:val="17"/>
          <w:spacing w:val="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7"/>
          <w:szCs w:val="17"/>
          <w:spacing w:val="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Work</w:t>
      </w:r>
      <w:r>
        <w:rPr>
          <w:rFonts w:ascii="Courier New" w:hAnsi="Courier New" w:cs="Courier New" w:eastAsia="Courier New"/>
          <w:sz w:val="17"/>
          <w:szCs w:val="17"/>
          <w:spacing w:val="2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Cin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17"/>
          <w:szCs w:val="17"/>
          <w:spacing w:val="-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4"/>
        </w:rPr>
        <w:t>method)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40" w:lineRule="auto"/>
        <w:ind w:left="267" w:right="947"/>
        <w:jc w:val="center"/>
        <w:tabs>
          <w:tab w:pos="98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NMI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17"/>
          <w:szCs w:val="17"/>
          <w:spacing w:val="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of</w:t>
      </w:r>
      <w:r>
        <w:rPr>
          <w:rFonts w:ascii="Courier New" w:hAnsi="Courier New" w:cs="Courier New" w:eastAsia="Courier New"/>
          <w:sz w:val="17"/>
          <w:szCs w:val="17"/>
          <w:spacing w:val="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8"/>
        </w:rPr>
        <w:t>Method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8" w:after="0" w:line="240" w:lineRule="auto"/>
        <w:ind w:left="1025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2"/>
        </w:rPr>
        <w:t>Invocations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6" w:lineRule="exact"/>
        <w:ind w:left="5" w:right="537" w:firstLine="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iteration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-15" w:right="770"/>
        <w:jc w:val="center"/>
        <w:tabs>
          <w:tab w:pos="54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(.00083</w:t>
      </w:r>
      <w:r>
        <w:rPr>
          <w:rFonts w:ascii="Courier New" w:hAnsi="Courier New" w:cs="Courier New" w:eastAsia="Courier New"/>
          <w:sz w:val="17"/>
          <w:szCs w:val="17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4"/>
          <w:szCs w:val="14"/>
          <w:spacing w:val="1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6"/>
        </w:rPr>
        <w:t>.019)milli­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8" w:after="0" w:line="240" w:lineRule="auto"/>
        <w:ind w:left="547" w:right="1255"/>
        <w:jc w:val="center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2"/>
        </w:rPr>
        <w:t>seconds/iteration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2" w:after="0" w:line="240" w:lineRule="auto"/>
        <w:ind w:left="594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3"/>
        </w:rPr>
        <w:t>.01983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6" w:lineRule="exact"/>
        <w:ind w:right="534" w:firstLine="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iteration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-15" w:right="843"/>
        <w:jc w:val="center"/>
        <w:tabs>
          <w:tab w:pos="540" w:val="left"/>
        </w:tabs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TC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(.0012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4"/>
          <w:szCs w:val="14"/>
          <w:spacing w:val="1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.019)</w:t>
      </w:r>
      <w:r>
        <w:rPr>
          <w:rFonts w:ascii="Courier New" w:hAnsi="Courier New" w:cs="Courier New" w:eastAsia="Courier New"/>
          <w:sz w:val="17"/>
          <w:szCs w:val="17"/>
          <w:spacing w:val="-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milli­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8" w:after="0" w:line="240" w:lineRule="auto"/>
        <w:ind w:left="547" w:right="1255"/>
        <w:jc w:val="center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2"/>
        </w:rPr>
        <w:t>seconds/iteration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2" w:after="0" w:line="240" w:lineRule="auto"/>
        <w:ind w:left="599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3"/>
        </w:rPr>
        <w:t>.0202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5" w:right="521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rela­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modest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2%.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535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?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1460" w:bottom="2100" w:left="1320" w:right="60"/>
          <w:cols w:num="3" w:equalWidth="0">
            <w:col w:w="3234" w:space="277"/>
            <w:col w:w="3093" w:space="273"/>
            <w:col w:w="3663"/>
          </w:cols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23.343569pt;margin-top:6.232455pt;width:4.189872pt;height:732.604227pt;mso-position-horizontal-relative:page;mso-position-vertical-relative:page;z-index:-398" coordorigin="467,125" coordsize="84,14652">
            <v:group style="position:absolute;left:541;top:134;width:2;height:11603" coordorigin="541,134" coordsize="2,11603">
              <v:shape style="position:absolute;left:541;top:134;width:2;height:11603" coordorigin="541,134" coordsize="0,11603" path="m541,11737l541,134e" filled="f" stroked="t" strokeweight=".957685pt" strokecolor="#000000">
                <v:path arrowok="t"/>
              </v:shape>
            </v:group>
            <v:group style="position:absolute;left:472;top:10917;width:2;height:3855" coordorigin="472,10917" coordsize="2,3855">
              <v:shape style="position:absolute;left:472;top:10917;width:2;height:3855" coordorigin="472,10917" coordsize="0,3855" path="m472,14772l472,10917e" filled="f" stroked="t" strokeweight=".47884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0.167074pt;margin-top:613.220154pt;width:.1pt;height:162.774507pt;mso-position-horizontal-relative:page;mso-position-vertical-relative:page;z-index:-397" coordorigin="603,12264" coordsize="2,3255">
            <v:shape style="position:absolute;left:603;top:12264;width:2;height:3255" coordorigin="603,12264" coordsize="0,3255" path="m603,15520l603,12264e" filled="f" stroked="t" strokeweight=".239421pt" strokecolor="#000000">
              <v:path arrowok="t"/>
            </v:shape>
          </v:group>
          <w10:wrap type="none"/>
        </w:pict>
      </w:r>
      <w:r>
        <w:rPr/>
        <w:pict>
          <v:group style="position:absolute;margin-left:590.053589pt;margin-top:776.474121pt;width:.1pt;height:58.972796pt;mso-position-horizontal-relative:page;mso-position-vertical-relative:page;z-index:-396" coordorigin="11801,15529" coordsize="2,1179">
            <v:shape style="position:absolute;left:11801;top:15529;width:2;height:1179" coordorigin="11801,15529" coordsize="0,1179" path="m11801,16709l11801,15529e" filled="f" stroked="t" strokeweight=".478842pt" strokecolor="#000000">
              <v:path arrowok="t"/>
            </v:shape>
          </v:group>
          <w10:wrap type="none"/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4126" w:right="3520"/>
        <w:jc w:val="center"/>
        <w:rPr>
          <w:rFonts w:ascii="Arial" w:hAnsi="Arial" w:cs="Arial" w:eastAsia="Arial"/>
          <w:sz w:val="16"/>
          <w:szCs w:val="16"/>
        </w:rPr>
      </w:pPr>
      <w:rPr/>
      <w:r>
        <w:rPr/>
        <w:pict>
          <v:shape style="position:absolute;margin-left:72pt;margin-top:-7.124127pt;width:180.479996pt;height:331.200012pt;mso-position-horizontal-relative:page;mso-position-vertical-relative:paragraph;z-index:-399" type="#_x0000_t75">
            <v:imagedata r:id="rId16" o:title=""/>
          </v:shape>
        </w:pict>
      </w:r>
      <w:r>
        <w:rPr>
          <w:rFonts w:ascii="Arial" w:hAnsi="Arial" w:cs="Arial" w:eastAsia="Arial"/>
          <w:sz w:val="16"/>
          <w:szCs w:val="16"/>
          <w:color w:val="FFFFFF"/>
          <w:w w:val="117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7"/>
          <w:b/>
          <w:bCs/>
        </w:rPr>
        <w:t>Listin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7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7"/>
          <w:b/>
          <w:bCs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3"/>
          <w:w w:val="117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  <w:t>4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  <w:t>: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6"/>
          <w:w w:val="99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6"/>
          <w:w w:val="99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3"/>
          <w:b/>
          <w:bCs/>
        </w:rPr>
        <w:t>Procedura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3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3"/>
          <w:b/>
          <w:bCs/>
        </w:rPr>
        <w:t>l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2"/>
          <w:w w:val="123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4"/>
          <w:b/>
          <w:bCs/>
        </w:rPr>
        <w:t>program.</w:t>
      </w:r>
      <w:r>
        <w:rPr>
          <w:rFonts w:ascii="Arial" w:hAnsi="Arial" w:cs="Arial" w:eastAsia="Arial"/>
          <w:sz w:val="16"/>
          <w:szCs w:val="16"/>
          <w:color w:val="FFFFFF"/>
          <w:spacing w:val="0"/>
          <w:w w:val="124"/>
          <w:b/>
          <w:bCs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40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289.230003pt;height:292.95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1460" w:bottom="2100" w:left="1320" w:right="60"/>
        </w:sectPr>
      </w:pPr>
      <w:rPr/>
    </w:p>
    <w:p>
      <w:pPr>
        <w:spacing w:before="49" w:after="0" w:line="519" w:lineRule="exact"/>
        <w:ind w:left="3705" w:right="4530"/>
        <w:jc w:val="center"/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19"/>
          <w:w w:val="5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2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67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6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-54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jc w:val="center"/>
        <w:spacing w:after="0"/>
        <w:sectPr>
          <w:pgMar w:header="0" w:footer="0" w:top="300" w:bottom="280" w:left="1000" w:right="180"/>
          <w:headerReference w:type="default" r:id="rId18"/>
          <w:footerReference w:type="default" r:id="rId19"/>
          <w:pgSz w:w="11920" w:h="16860"/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5.902497pt;margin-top:7.203023pt;width:64.691367pt;height:.1pt;mso-position-horizontal-relative:page;mso-position-vertical-relative:page;z-index:-395" coordorigin="118,144" coordsize="1294,2">
            <v:shape style="position:absolute;left:118;top:144;width:1294;height:2" coordorigin="118,144" coordsize="1294,0" path="m118,144l1412,144e" filled="f" stroked="t" strokeweight="1.180499pt" strokecolor="#000000">
              <v:path arrowok="t"/>
            </v:shape>
          </v:group>
          <w10:wrap type="none"/>
        </w:pict>
      </w:r>
      <w:r>
        <w:rPr/>
        <w:pict>
          <v:group style="position:absolute;margin-left:21.485088pt;margin-top:13.272875pt;width:.1pt;height:768.609686pt;mso-position-horizontal-relative:page;mso-position-vertical-relative:page;z-index:-394" coordorigin="430,265" coordsize="2,15372">
            <v:shape style="position:absolute;left:430;top:265;width:2;height:15372" coordorigin="430,265" coordsize="0,15372" path="m430,15638l430,265e" filled="f" stroked="t" strokeweight=".9444pt" strokecolor="#000000">
              <v:path arrowok="t"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6" w:lineRule="auto"/>
        <w:ind w:left="124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involve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marshalling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(If</w:t>
      </w:r>
      <w:r>
        <w:rPr>
          <w:rFonts w:ascii="Times New Roman" w:hAnsi="Times New Roman" w:cs="Times New Roman" w:eastAsia="Times New Roman"/>
          <w:sz w:val="17"/>
          <w:szCs w:val="17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unfamilia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DSOM,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April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44-47.)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auto"/>
        <w:ind w:left="124" w:right="-48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overhea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networking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360" w:right="-6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thousan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119" w:right="-4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thousand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complete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reasonable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66,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131,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119" w:right="-53" w:firstLine="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average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iteration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6.59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350" w:right="-5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average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14" w:right="-2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5,500-fol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decline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19" w:right="-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7" w:lineRule="auto"/>
        <w:ind w:left="114" w:right="-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5,500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meth­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od-whic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2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huge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degradation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getting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cost?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Distribution!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18" w:lineRule="exact"/>
        <w:ind w:left="110" w:right="-36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sense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small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C++-like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classes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compariso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Calls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RPC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procedural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equivalent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favorably.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110" w:right="-37" w:firstLine="2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across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approximatel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twice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bringin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14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milliseconds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30%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sive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RPC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RPC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110" w:right="-2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Virgil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00" w:right="-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Albaugh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8" w:lineRule="auto"/>
        <w:ind w:left="105" w:right="-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3.0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beta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probabl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improve.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341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effectively,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8" w:lineRule="auto"/>
        <w:ind w:left="100" w:right="-2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meth­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should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workload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140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8" w:lineRule="exact"/>
        <w:ind w:left="100" w:right="-27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70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approximatel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element,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workload,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contribute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100" w:right="-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20%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overhea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100" w:right="-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RPC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contributed.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100" w:right="-23" w:firstLine="2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sceneri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under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sense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579.861328pt;margin-top:18.246119pt;width:.1pt;height:707.435115pt;mso-position-horizontal-relative:page;mso-position-vertical-relative:paragraph;z-index:-393" coordorigin="11597,365" coordsize="2,14149">
            <v:shape style="position:absolute;left:11597;top:365;width:2;height:14149" coordorigin="11597,365" coordsize="0,14149" path="m11597,14514l11597,365e" filled="f" stroked="t" strokeweight="2.833199pt" strokecolor="#000000">
              <v:path arrowok="t"/>
            </v:shape>
          </v:group>
          <w10:wrap type="none"/>
        </w:pict>
      </w:r>
      <w:r>
        <w:rPr/>
        <w:pict>
          <v:group style="position:absolute;margin-left:587.888672pt;margin-top:543.10968pt;width:.1pt;height:183.047646pt;mso-position-horizontal-relative:page;mso-position-vertical-relative:paragraph;z-index:-392" coordorigin="11758,10862" coordsize="2,3661">
            <v:shape style="position:absolute;left:11758;top:10862;width:2;height:3661" coordorigin="11758,10862" coordsize="0,3661" path="m11758,14523l11758,10862e" filled="f" stroked="t" strokeweight=".9444pt" strokecolor="#000000">
              <v:path arrowok="t"/>
            </v:shape>
          </v:group>
          <w10:wrap type="none"/>
        </w:pict>
      </w:r>
      <w:r>
        <w:rPr/>
        <w:pict>
          <v:shape style="width:325.440013pt;height:671.04pt;mso-position-horizontal-relative:char;mso-position-vertical-relative:line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918" w:right="943"/>
        <w:jc w:val="center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2"/>
          <w:w w:val="11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5"/>
          <w:w w:val="11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4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5"/>
          <w:w w:val="134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4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2"/>
          <w:w w:val="134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0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5"/>
          <w:w w:val="8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S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P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3"/>
        </w:rPr>
        <w:t>TE</w:t>
      </w:r>
      <w:r>
        <w:rPr>
          <w:rFonts w:ascii="Arial" w:hAnsi="Arial" w:cs="Arial" w:eastAsia="Arial"/>
          <w:sz w:val="15"/>
          <w:szCs w:val="15"/>
          <w:spacing w:val="-1"/>
          <w:w w:val="7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3"/>
        </w:rPr>
        <w:t>M</w:t>
      </w:r>
      <w:r>
        <w:rPr>
          <w:rFonts w:ascii="Arial" w:hAnsi="Arial" w:cs="Arial" w:eastAsia="Arial"/>
          <w:sz w:val="15"/>
          <w:szCs w:val="15"/>
          <w:spacing w:val="11"/>
          <w:w w:val="7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8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E</w:t>
      </w:r>
      <w:r>
        <w:rPr>
          <w:rFonts w:ascii="Arial" w:hAnsi="Arial" w:cs="Arial" w:eastAsia="Arial"/>
          <w:sz w:val="15"/>
          <w:szCs w:val="15"/>
          <w:spacing w:val="19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    </w:t>
      </w:r>
      <w:r>
        <w:rPr>
          <w:rFonts w:ascii="Arial" w:hAnsi="Arial" w:cs="Arial" w:eastAsia="Arial"/>
          <w:sz w:val="15"/>
          <w:szCs w:val="15"/>
          <w:spacing w:val="9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79"/>
        </w:rPr>
        <w:t>l</w:t>
      </w:r>
      <w:r>
        <w:rPr>
          <w:rFonts w:ascii="Arial" w:hAnsi="Arial" w:cs="Arial" w:eastAsia="Arial"/>
          <w:sz w:val="15"/>
          <w:szCs w:val="15"/>
          <w:spacing w:val="-32"/>
          <w:w w:val="17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4"/>
        </w:rPr>
        <w:t>9</w:t>
      </w:r>
      <w:r>
        <w:rPr>
          <w:rFonts w:ascii="Arial" w:hAnsi="Arial" w:cs="Arial" w:eastAsia="Arial"/>
          <w:sz w:val="15"/>
          <w:szCs w:val="15"/>
          <w:spacing w:val="23"/>
          <w:w w:val="6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4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4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4"/>
        </w:rPr>
        <w:t>    </w:t>
      </w:r>
      <w:r>
        <w:rPr>
          <w:rFonts w:ascii="Arial" w:hAnsi="Arial" w:cs="Arial" w:eastAsia="Arial"/>
          <w:sz w:val="15"/>
          <w:szCs w:val="15"/>
          <w:spacing w:val="17"/>
          <w:w w:val="6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4"/>
        </w:rPr>
        <w:t>45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5" w:right="67"/>
        <w:jc w:val="center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6"/>
          <w:szCs w:val="6"/>
          <w:spacing w:val="0"/>
          <w:w w:val="499"/>
        </w:rPr>
        <w:t>-</w:t>
      </w:r>
      <w:r>
        <w:rPr>
          <w:rFonts w:ascii="Times New Roman" w:hAnsi="Times New Roman" w:cs="Times New Roman" w:eastAsia="Times New Roman"/>
          <w:sz w:val="6"/>
          <w:szCs w:val="6"/>
          <w:spacing w:val="-4"/>
          <w:w w:val="499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spacing w:val="0"/>
          <w:w w:val="367"/>
        </w:rPr>
        <w:t>----</w:t>
      </w:r>
      <w:r>
        <w:rPr>
          <w:rFonts w:ascii="Times New Roman" w:hAnsi="Times New Roman" w:cs="Times New Roman" w:eastAsia="Times New Roman"/>
          <w:sz w:val="6"/>
          <w:szCs w:val="6"/>
          <w:spacing w:val="-13"/>
          <w:w w:val="367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367"/>
        </w:rPr>
        <w:t>-</w:t>
      </w:r>
      <w:r>
        <w:rPr>
          <w:rFonts w:ascii="Times New Roman" w:hAnsi="Times New Roman" w:cs="Times New Roman" w:eastAsia="Times New Roman"/>
          <w:sz w:val="12"/>
          <w:szCs w:val="12"/>
          <w:spacing w:val="-45"/>
          <w:w w:val="367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367"/>
        </w:rPr>
        <w:t>------</w:t>
      </w:r>
      <w:r>
        <w:rPr>
          <w:rFonts w:ascii="Times New Roman" w:hAnsi="Times New Roman" w:cs="Times New Roman" w:eastAsia="Times New Roman"/>
          <w:sz w:val="12"/>
          <w:szCs w:val="12"/>
          <w:spacing w:val="-47"/>
          <w:w w:val="367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414"/>
        </w:rPr>
        <w:t>--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2"/>
          <w:szCs w:val="1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414"/>
        </w:rPr>
        <w:t>------------------"'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jc w:val="center"/>
        <w:spacing w:after="0"/>
        <w:sectPr>
          <w:type w:val="continuous"/>
          <w:pgSz w:w="11920" w:h="16860"/>
          <w:pgMar w:top="1460" w:bottom="2100" w:left="1000" w:right="180"/>
          <w:cols w:num="2" w:equalWidth="0">
            <w:col w:w="3159" w:space="295"/>
            <w:col w:w="7286"/>
          </w:cols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3" w:lineRule="exact"/>
        <w:ind w:left="109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22.080017pt;margin-top:-24.708292pt;width:13.44pt;height:703.567804pt;mso-position-horizontal-relative:page;mso-position-vertical-relative:paragraph;z-index:-391" coordorigin="442,-494" coordsize="269,14071">
            <v:shape style="position:absolute;left:442;top:12387;width:269;height:1190" type="#_x0000_t75">
              <v:imagedata r:id="rId23" o:title=""/>
            </v:shape>
            <v:group style="position:absolute;left:592;top:-458;width:2;height:12812" coordorigin="592,-458" coordsize="2,12812">
              <v:shape style="position:absolute;left:592;top:-458;width:2;height:12812" coordorigin="592,-458" coordsize="0,12812" path="m592,12354l592,-458e" filled="f" stroked="t" strokeweight="3.581242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spacing w:val="0"/>
          <w:w w:val="106"/>
          <w:position w:val="-1"/>
        </w:rPr>
        <w:t>•·····················································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37" w:after="0" w:line="240" w:lineRule="auto"/>
        <w:ind w:right="-20"/>
        <w:jc w:val="left"/>
        <w:rPr>
          <w:rFonts w:ascii="Arial" w:hAnsi="Arial" w:cs="Arial" w:eastAsia="Arial"/>
          <w:sz w:val="46"/>
          <w:szCs w:val="46"/>
        </w:rPr>
      </w:pPr>
      <w:rPr/>
      <w:r>
        <w:rPr/>
        <w:br w:type="column"/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</w:rPr>
        <w:t>e</w:t>
      </w:r>
      <w:r>
        <w:rPr>
          <w:rFonts w:ascii="Arial" w:hAnsi="Arial" w:cs="Arial" w:eastAsia="Arial"/>
          <w:sz w:val="46"/>
          <w:szCs w:val="46"/>
          <w:spacing w:val="23"/>
          <w:w w:val="50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</w:rPr>
        <w:t>World</w:t>
      </w:r>
      <w:r>
        <w:rPr>
          <w:rFonts w:ascii="Arial" w:hAnsi="Arial" w:cs="Arial" w:eastAsia="Arial"/>
          <w:sz w:val="46"/>
          <w:szCs w:val="46"/>
          <w:spacing w:val="-60"/>
          <w:w w:val="100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</w:rPr>
        <w:t>f</w:t>
      </w:r>
      <w:r>
        <w:rPr>
          <w:rFonts w:ascii="Arial" w:hAnsi="Arial" w:cs="Arial" w:eastAsia="Arial"/>
          <w:sz w:val="46"/>
          <w:szCs w:val="46"/>
          <w:spacing w:val="17"/>
          <w:w w:val="47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</w:rPr>
      </w:r>
    </w:p>
    <w:p>
      <w:pPr>
        <w:jc w:val="left"/>
        <w:spacing w:after="0"/>
        <w:sectPr>
          <w:pgMar w:header="0" w:footer="0" w:top="40" w:bottom="280" w:left="400" w:right="0"/>
          <w:headerReference w:type="default" r:id="rId21"/>
          <w:footerReference w:type="default" r:id="rId22"/>
          <w:pgSz w:w="11920" w:h="16860"/>
          <w:cols w:num="2" w:equalWidth="0">
            <w:col w:w="4525" w:space="261"/>
            <w:col w:w="6734"/>
          </w:cols>
        </w:sectPr>
      </w:pPr>
      <w:rPr/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44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4.480026pt;height:286.08pt;mso-position-horizontal-relative:char;mso-position-vertical-relative:line" type="#_x0000_t75">
            <v:imagedata r:id="rId2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1920" w:h="16860"/>
          <w:pgMar w:top="1460" w:bottom="2100" w:left="400" w:right="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129" w:lineRule="exact"/>
        <w:ind w:left="81" w:right="96"/>
        <w:jc w:val="center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3"/>
          <w:szCs w:val="13"/>
          <w:w w:val="59"/>
          <w:i/>
          <w:position w:val="-2"/>
        </w:rPr>
        <w:t>1</w:t>
      </w:r>
      <w:r>
        <w:rPr>
          <w:rFonts w:ascii="Arial" w:hAnsi="Arial" w:cs="Arial" w:eastAsia="Arial"/>
          <w:sz w:val="13"/>
          <w:szCs w:val="13"/>
          <w:w w:val="58"/>
          <w:i/>
          <w:position w:val="-2"/>
        </w:rPr>
        <w:t>\</w:t>
      </w:r>
      <w:r>
        <w:rPr>
          <w:rFonts w:ascii="Arial" w:hAnsi="Arial" w:cs="Arial" w:eastAsia="Arial"/>
          <w:sz w:val="13"/>
          <w:szCs w:val="13"/>
          <w:w w:val="100"/>
          <w:position w:val="0"/>
        </w:rPr>
      </w:r>
    </w:p>
    <w:p>
      <w:pPr>
        <w:spacing w:before="0" w:after="0" w:line="81" w:lineRule="exact"/>
        <w:ind w:left="93" w:right="-48"/>
        <w:jc w:val="center"/>
        <w:rPr>
          <w:rFonts w:ascii="Arial" w:hAnsi="Arial" w:cs="Arial" w:eastAsia="Arial"/>
          <w:sz w:val="10"/>
          <w:szCs w:val="10"/>
        </w:rPr>
      </w:pPr>
      <w:rPr/>
      <w:r>
        <w:rPr>
          <w:rFonts w:ascii="Times New Roman" w:hAnsi="Times New Roman" w:cs="Times New Roman" w:eastAsia="Times New Roman"/>
          <w:sz w:val="7"/>
          <w:szCs w:val="7"/>
          <w:spacing w:val="0"/>
          <w:w w:val="59"/>
        </w:rPr>
        <w:t>1</w:t>
      </w:r>
      <w:r>
        <w:rPr>
          <w:rFonts w:ascii="Times New Roman" w:hAnsi="Times New Roman" w:cs="Times New Roman" w:eastAsia="Times New Roman"/>
          <w:sz w:val="7"/>
          <w:szCs w:val="7"/>
          <w:spacing w:val="-1"/>
          <w:w w:val="59"/>
        </w:rPr>
        <w:t>1</w:t>
      </w:r>
      <w:r>
        <w:rPr>
          <w:rFonts w:ascii="Arial" w:hAnsi="Arial" w:cs="Arial" w:eastAsia="Arial"/>
          <w:sz w:val="10"/>
          <w:szCs w:val="10"/>
          <w:spacing w:val="0"/>
          <w:w w:val="59"/>
        </w:rPr>
        <w:t>l</w:t>
      </w:r>
      <w:r>
        <w:rPr>
          <w:rFonts w:ascii="Arial" w:hAnsi="Arial" w:cs="Arial" w:eastAsia="Arial"/>
          <w:sz w:val="10"/>
          <w:szCs w:val="10"/>
          <w:spacing w:val="0"/>
          <w:w w:val="59"/>
        </w:rPr>
        <w:t>      </w:t>
      </w:r>
      <w:r>
        <w:rPr>
          <w:rFonts w:ascii="Arial" w:hAnsi="Arial" w:cs="Arial" w:eastAsia="Arial"/>
          <w:sz w:val="10"/>
          <w:szCs w:val="10"/>
          <w:spacing w:val="4"/>
          <w:w w:val="59"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100"/>
        </w:rPr>
        <w:t>I</w:t>
      </w:r>
    </w:p>
    <w:p>
      <w:pPr>
        <w:spacing w:before="72" w:after="0" w:line="240" w:lineRule="auto"/>
        <w:ind w:left="89" w:right="-31"/>
        <w:jc w:val="center"/>
        <w:rPr>
          <w:rFonts w:ascii="Times New Roman" w:hAnsi="Times New Roman" w:cs="Times New Roman" w:eastAsia="Times New Roman"/>
          <w:sz w:val="9"/>
          <w:szCs w:val="9"/>
        </w:rPr>
      </w:pPr>
      <w:rPr/>
      <w:r>
        <w:rPr>
          <w:rFonts w:ascii="Times New Roman" w:hAnsi="Times New Roman" w:cs="Times New Roman" w:eastAsia="Times New Roman"/>
          <w:sz w:val="9"/>
          <w:szCs w:val="9"/>
          <w:spacing w:val="0"/>
          <w:w w:val="50"/>
        </w:rPr>
        <w:t>iJI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50"/>
        </w:rPr>
        <w:t>          </w:t>
      </w:r>
      <w:r>
        <w:rPr>
          <w:rFonts w:ascii="Times New Roman" w:hAnsi="Times New Roman" w:cs="Times New Roman" w:eastAsia="Times New Roman"/>
          <w:sz w:val="9"/>
          <w:szCs w:val="9"/>
          <w:spacing w:val="2"/>
          <w:w w:val="50"/>
        </w:rPr>
        <w:t> 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36"/>
        </w:rPr>
        <w:t>,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100"/>
        </w:rPr>
      </w:r>
    </w:p>
    <w:p>
      <w:pPr>
        <w:spacing w:before="21" w:after="0" w:line="240" w:lineRule="auto"/>
        <w:ind w:left="91" w:right="88"/>
        <w:jc w:val="center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3"/>
          <w:szCs w:val="13"/>
          <w:spacing w:val="0"/>
          <w:w w:val="107"/>
        </w:rPr>
        <w:t>il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16" w:after="0" w:line="274" w:lineRule="exact"/>
        <w:ind w:left="71" w:right="71"/>
        <w:jc w:val="center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7"/>
          <w:szCs w:val="27"/>
          <w:spacing w:val="0"/>
          <w:w w:val="51"/>
          <w:position w:val="-3"/>
        </w:rPr>
        <w:t>II</w:t>
      </w:r>
      <w:r>
        <w:rPr>
          <w:rFonts w:ascii="Arial" w:hAnsi="Arial" w:cs="Arial" w:eastAsia="Arial"/>
          <w:sz w:val="27"/>
          <w:szCs w:val="27"/>
          <w:spacing w:val="0"/>
          <w:w w:val="100"/>
          <w:position w:val="0"/>
        </w:rPr>
      </w:r>
    </w:p>
    <w:p>
      <w:pPr>
        <w:spacing w:before="0" w:after="0" w:line="124" w:lineRule="exact"/>
        <w:ind w:left="79" w:right="85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51"/>
          <w:position w:val="-4"/>
        </w:rPr>
        <w:t>I!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47" w:after="0" w:line="229" w:lineRule="auto"/>
        <w:ind w:left="3493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140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liseconds-about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28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69"/>
        </w:rPr>
        <w:t>o/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"finding"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start-u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program.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ind w:left="3488" w:right="-52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68.159973pt;margin-top:-424.031006pt;width:159.360001pt;height:723.840027pt;mso-position-horizontal-relative:page;mso-position-vertical-relative:paragraph;z-index:-390" type="#_x0000_t75">
            <v:imagedata r:id="rId2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choice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pensive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sparingly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bene­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mid'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reasonable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regardles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DSOM,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comparable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distribu­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technique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RPC.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488" w:right="-49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rewrite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DSOM,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magicall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shock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distributio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careful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front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consultin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self-servin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view.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93" w:right="1981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9"/>
          <w:b/>
          <w:bCs/>
        </w:rPr>
        <w:t>Epilogue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8" w:after="0" w:line="220" w:lineRule="exact"/>
        <w:ind w:left="3493" w:right="-5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absolute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reporte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</w:p>
    <w:p>
      <w:pPr>
        <w:spacing w:before="40" w:after="0" w:line="231" w:lineRule="auto"/>
        <w:ind w:left="19" w:right="58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tionship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substitute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7" w:lineRule="exact"/>
        <w:ind w:left="25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endeavor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left="10" w:right="577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hyperlink r:id="rId26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  <w:i/>
          </w:rPr>
          <w:t>http://www.fc.net/-roger/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  <w:i/>
          </w:rPr>
          <w:t> </w:t>
        </w:r>
      </w:hyperlink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  <w:i/>
        </w:rPr>
        <w:t>owatch.htm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9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leading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OS/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2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Magazine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articles.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4" w:right="587" w:firstLine="239"/>
        <w:jc w:val="both"/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remembe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kilomete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kilometer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70"/>
        </w:rPr>
        <w:t>liEm</w:t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8" w:lineRule="auto"/>
        <w:ind w:right="562" w:firstLine="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2"/>
          <w:i/>
        </w:rPr>
        <w:t>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2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2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president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9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Object­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Watc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Inc.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company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specializin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8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trainin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  <w:i/>
        </w:rPr>
        <w:t>consultin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94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SOM,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DSOM,</w:t>
      </w:r>
      <w:r>
        <w:rPr>
          <w:rFonts w:ascii="Times New Roman" w:hAnsi="Times New Roman" w:cs="Times New Roman" w:eastAsia="Times New Roman"/>
          <w:sz w:val="21"/>
          <w:szCs w:val="21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relate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object-oriented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technologies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spoke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ove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30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conference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83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writte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extensively.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three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book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newly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9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pub­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Persistence: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Beyond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8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also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9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SOMobject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Page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  <w:i/>
        </w:rPr>
        <w:t>(</w:t>
      </w:r>
      <w:hyperlink r:id="rId27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5"/>
            <w:i/>
          </w:rPr>
          <w:t>http://www.fc.net/-roger/owatch.htm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6"/>
            <w:i/>
          </w:rPr>
          <w:t>)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6"/>
            <w:i/>
          </w:rPr>
          <w:t> </w:t>
        </w:r>
      </w:hyperlink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Internet</w:t>
      </w:r>
      <w:r>
        <w:rPr>
          <w:rFonts w:ascii="Times New Roman" w:hAnsi="Times New Roman" w:cs="Times New Roman" w:eastAsia="Times New Roman"/>
          <w:sz w:val="21"/>
          <w:szCs w:val="21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newslette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i/>
        </w:rPr>
        <w:t>called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8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con­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tacte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vi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e-mail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0"/>
          <w:i/>
        </w:rPr>
        <w:t>roger@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0"/>
          <w:i/>
        </w:rPr>
        <w:t>c.net.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1460" w:bottom="2100" w:left="400" w:right="0"/>
          <w:cols w:num="3" w:equalWidth="0">
            <w:col w:w="321" w:space="642"/>
            <w:col w:w="6565" w:space="266"/>
            <w:col w:w="3726"/>
          </w:cols>
        </w:sectPr>
      </w:pPr>
      <w:rPr/>
    </w:p>
    <w:p>
      <w:pPr>
        <w:spacing w:before="0" w:after="0" w:line="196" w:lineRule="exact"/>
        <w:ind w:left="116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53"/>
          <w:position w:val="-2"/>
        </w:rPr>
        <w:t>I!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0" w:after="0" w:line="100" w:lineRule="exact"/>
        <w:ind w:left="116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63"/>
          <w:position w:val="-1"/>
        </w:rPr>
        <w:t>II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0" w:after="0" w:line="113" w:lineRule="exact"/>
        <w:ind w:left="106" w:right="-20"/>
        <w:jc w:val="left"/>
        <w:rPr>
          <w:rFonts w:ascii="Arial" w:hAnsi="Arial" w:cs="Arial" w:eastAsia="Arial"/>
          <w:sz w:val="13"/>
          <w:szCs w:val="13"/>
        </w:rPr>
      </w:pPr>
      <w:rPr/>
      <w:r>
        <w:rPr/>
        <w:pict>
          <v:group style="position:absolute;margin-left:57.777378pt;margin-top:12.42482pt;width:135.132215pt;height:.1pt;mso-position-horizontal-relative:page;mso-position-vertical-relative:paragraph;z-index:-389" coordorigin="1156,248" coordsize="2703,2">
            <v:shape style="position:absolute;left:1156;top:248;width:2703;height:2" coordorigin="1156,248" coordsize="2703,0" path="m1156,248l3858,248e" filled="f" stroked="t" strokeweight=".238749pt" strokecolor="#000000">
              <v:path arrowok="t"/>
            </v:shape>
          </v:group>
          <w10:wrap type="none"/>
        </w:pict>
      </w:r>
      <w:r>
        <w:rPr/>
        <w:pict>
          <v:group style="position:absolute;margin-left:197.207077pt;margin-top:12.065742pt;width:46.556151pt;height:.1pt;mso-position-horizontal-relative:page;mso-position-vertical-relative:paragraph;z-index:-388" coordorigin="3944,241" coordsize="931,2">
            <v:shape style="position:absolute;left:3944;top:241;width:931;height:2" coordorigin="3944,241" coordsize="931,0" path="m3944,241l4875,241e" filled="f" stroked="t" strokeweight=".238749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3"/>
          <w:szCs w:val="13"/>
          <w:spacing w:val="0"/>
          <w:w w:val="54"/>
        </w:rPr>
        <w:t>:i: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0" w:after="0" w:line="1472" w:lineRule="exact"/>
        <w:ind w:right="-147"/>
        <w:jc w:val="left"/>
        <w:tabs>
          <w:tab w:pos="5520" w:val="left"/>
        </w:tabs>
        <w:rPr>
          <w:rFonts w:ascii="Arial" w:hAnsi="Arial" w:cs="Arial" w:eastAsia="Arial"/>
          <w:sz w:val="144"/>
          <w:szCs w:val="144"/>
        </w:rPr>
      </w:pPr>
      <w:rPr/>
      <w:r>
        <w:rPr/>
        <w:br w:type="column"/>
      </w:r>
      <w:r>
        <w:rPr>
          <w:rFonts w:ascii="Arial" w:hAnsi="Arial" w:cs="Arial" w:eastAsia="Arial"/>
          <w:sz w:val="144"/>
          <w:szCs w:val="144"/>
          <w:w w:val="99"/>
          <w:position w:val="1"/>
        </w:rPr>
      </w:r>
      <w:r>
        <w:rPr>
          <w:rFonts w:ascii="Arial" w:hAnsi="Arial" w:cs="Arial" w:eastAsia="Arial"/>
          <w:sz w:val="144"/>
          <w:szCs w:val="144"/>
          <w:w w:val="99"/>
          <w:strike/>
          <w:position w:val="1"/>
        </w:rPr>
        <w:t> </w:t>
      </w:r>
      <w:r>
        <w:rPr>
          <w:rFonts w:ascii="Arial" w:hAnsi="Arial" w:cs="Arial" w:eastAsia="Arial"/>
          <w:sz w:val="144"/>
          <w:szCs w:val="144"/>
          <w:w w:val="100"/>
          <w:strike/>
          <w:position w:val="1"/>
        </w:rPr>
        <w:tab/>
      </w:r>
      <w:r>
        <w:rPr>
          <w:rFonts w:ascii="Arial" w:hAnsi="Arial" w:cs="Arial" w:eastAsia="Arial"/>
          <w:sz w:val="144"/>
          <w:szCs w:val="144"/>
          <w:w w:val="100"/>
          <w:strike/>
          <w:position w:val="1"/>
        </w:rPr>
      </w:r>
      <w:r>
        <w:rPr>
          <w:rFonts w:ascii="Arial" w:hAnsi="Arial" w:cs="Arial" w:eastAsia="Arial"/>
          <w:sz w:val="144"/>
          <w:szCs w:val="144"/>
          <w:spacing w:val="44"/>
          <w:w w:val="10"/>
          <w:strike/>
          <w:position w:val="1"/>
        </w:rPr>
        <w:t>-</w:t>
      </w:r>
      <w:r>
        <w:rPr>
          <w:rFonts w:ascii="Arial" w:hAnsi="Arial" w:cs="Arial" w:eastAsia="Arial"/>
          <w:sz w:val="144"/>
          <w:szCs w:val="144"/>
          <w:spacing w:val="44"/>
          <w:w w:val="10"/>
          <w:strike/>
          <w:position w:val="1"/>
        </w:rPr>
      </w:r>
      <w:r>
        <w:rPr>
          <w:rFonts w:ascii="Arial" w:hAnsi="Arial" w:cs="Arial" w:eastAsia="Arial"/>
          <w:sz w:val="144"/>
          <w:szCs w:val="144"/>
          <w:spacing w:val="0"/>
          <w:w w:val="55"/>
          <w:strike/>
          <w:position w:val="1"/>
        </w:rPr>
        <w:t>I</w:t>
      </w:r>
      <w:r>
        <w:rPr>
          <w:rFonts w:ascii="Arial" w:hAnsi="Arial" w:cs="Arial" w:eastAsia="Arial"/>
          <w:sz w:val="144"/>
          <w:szCs w:val="144"/>
          <w:spacing w:val="0"/>
          <w:w w:val="55"/>
          <w:position w:val="1"/>
        </w:rPr>
      </w:r>
      <w:r>
        <w:rPr>
          <w:rFonts w:ascii="Arial" w:hAnsi="Arial" w:cs="Arial" w:eastAsia="Arial"/>
          <w:sz w:val="144"/>
          <w:szCs w:val="144"/>
          <w:spacing w:val="0"/>
          <w:w w:val="100"/>
          <w:position w:val="0"/>
        </w:rPr>
      </w:r>
    </w:p>
    <w:sectPr>
      <w:type w:val="continuous"/>
      <w:pgSz w:w="11920" w:h="16860"/>
      <w:pgMar w:top="1460" w:bottom="2100" w:left="400" w:right="0"/>
      <w:cols w:num="2" w:equalWidth="0">
        <w:col w:w="4151" w:space="1413"/>
        <w:col w:w="595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102356pt;margin-top:736.330017pt;width:167.66854pt;height:10.0pt;mso-position-horizontal-relative:page;mso-position-vertical-relative:page;z-index:-410" type="#_x0000_t202" filled="f" stroked="f">
          <v:textbox inset="0,0,0,0">
            <w:txbxContent>
              <w:p>
                <w:pPr>
                  <w:spacing w:before="0" w:after="0" w:line="183" w:lineRule="exact"/>
                  <w:ind w:left="20" w:right="-44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Pr/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38"/>
                    <w:b/>
                    <w:bCs/>
                  </w:rPr>
                  <w:t>42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32"/>
                    <w:w w:val="138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38"/>
                    <w:b/>
                    <w:bCs/>
                  </w:rPr>
                  <w:t>05/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0"/>
                    <w:w w:val="138"/>
                    <w:b/>
                    <w:bCs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16"/>
                    <w:szCs w:val="16"/>
                    <w:spacing w:val="-31"/>
                    <w:w w:val="138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38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-28"/>
                    <w:w w:val="138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1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1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1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  <w:b/>
                    <w:bCs/>
                  </w:rPr>
                  <w:t>Z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1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36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-16"/>
                    <w:w w:val="136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36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-28"/>
                    <w:w w:val="136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1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1"/>
                    <w:b/>
                    <w:bCs/>
                  </w:rPr>
                  <w:t> 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26"/>
                    <w:w w:val="81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3"/>
                  </w:rPr>
                  <w:t>S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3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"/>
                    <w:w w:val="53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3"/>
                  </w:rPr>
                  <w:t>E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0"/>
                    <w:w w:val="53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3"/>
                  </w:rPr>
                  <w:t>P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8"/>
                    <w:w w:val="53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75"/>
                  </w:rPr>
                  <w:t>TE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"/>
                    <w:w w:val="75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75"/>
                  </w:rPr>
                  <w:t>M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4"/>
                    <w:w w:val="75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2"/>
                  </w:rPr>
                  <w:t>B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2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8"/>
                    <w:w w:val="52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2"/>
                  </w:rPr>
                  <w:t>E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6"/>
                    <w:w w:val="52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2"/>
                  </w:rPr>
                  <w:t>R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2"/>
                  </w:rPr>
                  <w:t>   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2"/>
                    <w:w w:val="52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8"/>
                  </w:rPr>
                  <w:t>1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5"/>
                    <w:w w:val="6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8"/>
                  </w:rPr>
                  <w:t>9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5"/>
                    <w:w w:val="6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8"/>
                  </w:rPr>
                  <w:t>9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0"/>
                    <w:w w:val="6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8"/>
                  </w:rPr>
                  <w:t>6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3.938843pt;margin-top:737.273315pt;width:168.36474pt;height:9.5pt;mso-position-horizontal-relative:page;mso-position-vertical-relative:page;z-index:-409" type="#_x0000_t202" filled="f" stroked="f">
          <v:textbox inset="0,0,0,0">
            <w:txbxContent>
              <w:p>
                <w:pPr>
                  <w:spacing w:before="1" w:after="0" w:line="240" w:lineRule="auto"/>
                  <w:ind w:left="20" w:right="-43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Pr/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37"/>
                    <w:b/>
                    <w:bCs/>
                  </w:rPr>
                  <w:t>44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6"/>
                    <w:w w:val="137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  <w:b/>
                    <w:bCs/>
                  </w:rPr>
                  <w:t>OS/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3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3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-28"/>
                    <w:w w:val="13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  <w:b/>
                    <w:bCs/>
                  </w:rPr>
                  <w:t>Z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31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-19"/>
                    <w:w w:val="131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75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75"/>
                    <w:b/>
                    <w:bCs/>
                  </w:rPr>
                  <w:t>  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3"/>
                    <w:w w:val="75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1"/>
                  </w:rPr>
                  <w:t>S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"/>
                    <w:w w:val="5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1"/>
                  </w:rPr>
                  <w:t>E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"/>
                    <w:w w:val="5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1"/>
                  </w:rPr>
                  <w:t>P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5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4"/>
                    <w:w w:val="5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71"/>
                  </w:rPr>
                  <w:t>TE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2"/>
                    <w:w w:val="7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71"/>
                  </w:rPr>
                  <w:t>M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1"/>
                    <w:w w:val="71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48"/>
                  </w:rPr>
                  <w:t>B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4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1"/>
                    <w:w w:val="4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48"/>
                  </w:rPr>
                  <w:t>E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4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7"/>
                    <w:w w:val="4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48"/>
                  </w:rPr>
                  <w:t>R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48"/>
                  </w:rPr>
                  <w:t>    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0"/>
                    <w:w w:val="48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9"/>
                  </w:rPr>
                  <w:t>1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4"/>
                    <w:w w:val="69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9"/>
                  </w:rPr>
                  <w:t>9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19"/>
                    <w:w w:val="69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9"/>
                  </w:rPr>
                  <w:t>9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20"/>
                    <w:w w:val="69"/>
                  </w:rPr>
                  <w:t> 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69"/>
                  </w:rPr>
                  <w:t>6</w:t>
                </w:r>
                <w:r>
                  <w:rPr>
                    <w:rFonts w:ascii="Arial" w:hAnsi="Arial" w:cs="Arial" w:eastAsia="Arial"/>
                    <w:sz w:val="15"/>
                    <w:szCs w:val="15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25.334534pt;margin-top:26.336868pt;width:182.772402pt;height:36.5pt;mso-position-horizontal-relative:page;mso-position-vertical-relative:page;z-index:-411" type="#_x0000_t202" filled="f" stroked="f">
          <v:textbox inset="0,0,0,0">
            <w:txbxContent>
              <w:p>
                <w:pPr>
                  <w:spacing w:before="0" w:after="0" w:line="725" w:lineRule="exact"/>
                  <w:ind w:left="20" w:right="-124"/>
                  <w:jc w:val="left"/>
                  <w:rPr>
                    <w:rFonts w:ascii="Arial" w:hAnsi="Arial" w:cs="Arial" w:eastAsia="Arial"/>
                    <w:sz w:val="69"/>
                    <w:szCs w:val="69"/>
                  </w:rPr>
                </w:pPr>
                <w:rPr/>
                <w:r>
                  <w:rPr>
                    <w:rFonts w:ascii="Arial" w:hAnsi="Arial" w:cs="Arial" w:eastAsia="Arial"/>
                    <w:sz w:val="69"/>
                    <w:szCs w:val="69"/>
                    <w:spacing w:val="0"/>
                    <w:w w:val="51"/>
                    <w:b/>
                    <w:bCs/>
                  </w:rPr>
                  <w:t>Th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0"/>
                    <w:w w:val="51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25"/>
                    <w:w w:val="51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0"/>
                    <w:w w:val="53"/>
                    <w:b/>
                    <w:bCs/>
                  </w:rPr>
                  <w:t>World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-10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0"/>
                    <w:w w:val="48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0"/>
                    <w:w w:val="49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-8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0"/>
                    <w:w w:val="50"/>
                    <w:b/>
                    <w:bCs/>
                  </w:rPr>
                  <w:t>Objects</w:t>
                </w:r>
                <w:r>
                  <w:rPr>
                    <w:rFonts w:ascii="Arial" w:hAnsi="Arial" w:cs="Arial" w:eastAsia="Arial"/>
                    <w:sz w:val="69"/>
                    <w:szCs w:val="69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oter" Target="footer2.xml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image" Target="media/image9.png"/><Relationship Id="rId21" Type="http://schemas.openxmlformats.org/officeDocument/2006/relationships/header" Target="header4.xml"/><Relationship Id="rId22" Type="http://schemas.openxmlformats.org/officeDocument/2006/relationships/footer" Target="footer5.xml"/><Relationship Id="rId23" Type="http://schemas.openxmlformats.org/officeDocument/2006/relationships/image" Target="media/image10.png"/><Relationship Id="rId24" Type="http://schemas.openxmlformats.org/officeDocument/2006/relationships/image" Target="media/image11.png"/><Relationship Id="rId25" Type="http://schemas.openxmlformats.org/officeDocument/2006/relationships/image" Target="media/image12.png"/><Relationship Id="rId26" Type="http://schemas.openxmlformats.org/officeDocument/2006/relationships/hyperlink" Target="http://www.fc.net/-roger/" TargetMode="External"/><Relationship Id="rId27" Type="http://schemas.openxmlformats.org/officeDocument/2006/relationships/hyperlink" Target="http://www.fc.net/-roger/owatch.htm)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2012-07-26T12:38:21Z</dcterms:created>
  <dcterms:modified xsi:type="dcterms:W3CDTF">2012-07-26T12:38:21Z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2012-07-26T00:00:00Z</vt:filetime>
  </property>
</Properties>
</file>